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61" w:rsidRDefault="00ED6B61" w:rsidP="00ED6B61">
      <w:pPr>
        <w:tabs>
          <w:tab w:val="left" w:pos="851"/>
          <w:tab w:val="num" w:pos="1287"/>
        </w:tabs>
        <w:spacing w:before="120"/>
        <w:ind w:firstLine="500"/>
        <w:rPr>
          <w:rFonts w:ascii="Arial" w:hAnsi="Arial" w:cs="Arial"/>
        </w:rPr>
      </w:pPr>
      <w:r>
        <w:rPr>
          <w:rFonts w:ascii="Arial" w:hAnsi="Arial" w:cs="Arial"/>
        </w:rPr>
        <w:t xml:space="preserve">   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</w:t>
      </w:r>
      <w:r w:rsidRPr="00576950">
        <w:rPr>
          <w:rFonts w:ascii="Arial" w:hAnsi="Arial" w:cs="Arial"/>
        </w:rPr>
        <w:t>УТВЕРЖДАЮ:</w:t>
      </w:r>
      <w:r>
        <w:rPr>
          <w:rFonts w:ascii="Arial" w:hAnsi="Arial" w:cs="Arial"/>
        </w:rPr>
        <w:t xml:space="preserve"> </w:t>
      </w:r>
    </w:p>
    <w:p w:rsidR="00ED6B61" w:rsidRDefault="00ED6B61" w:rsidP="00ED6B61">
      <w:pPr>
        <w:tabs>
          <w:tab w:val="left" w:pos="851"/>
          <w:tab w:val="num" w:pos="1287"/>
        </w:tabs>
        <w:spacing w:before="120"/>
        <w:ind w:firstLine="400"/>
        <w:rPr>
          <w:rFonts w:ascii="Arial" w:hAnsi="Arial" w:cs="Arial"/>
        </w:rPr>
      </w:pPr>
      <w:r>
        <w:rPr>
          <w:rFonts w:ascii="Arial" w:hAnsi="Arial" w:cs="Arial"/>
        </w:rPr>
        <w:t xml:space="preserve"> Главный инженер</w:t>
      </w:r>
      <w:r w:rsidRPr="00CE08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Технический директор  </w:t>
      </w:r>
    </w:p>
    <w:p w:rsidR="00ED6B61" w:rsidRDefault="00ED6B61" w:rsidP="00ED6B61">
      <w:pPr>
        <w:tabs>
          <w:tab w:val="left" w:pos="851"/>
          <w:tab w:val="num" w:pos="1287"/>
        </w:tabs>
        <w:spacing w:before="120"/>
        <w:ind w:firstLine="400"/>
        <w:rPr>
          <w:rFonts w:ascii="Arial" w:hAnsi="Arial" w:cs="Arial"/>
        </w:rPr>
      </w:pPr>
      <w:r w:rsidRPr="00CE08EA">
        <w:rPr>
          <w:rFonts w:ascii="Arial" w:hAnsi="Arial" w:cs="Arial"/>
        </w:rPr>
        <w:t>АО “</w:t>
      </w:r>
      <w:r>
        <w:rPr>
          <w:rFonts w:ascii="Arial" w:hAnsi="Arial" w:cs="Arial"/>
        </w:rPr>
        <w:t>ПКС - Тепловые сети»                                                             АО «ПКС - Тепловые сети»</w:t>
      </w:r>
    </w:p>
    <w:p w:rsidR="00ED6B61" w:rsidRDefault="00ED6B61" w:rsidP="00ED6B61">
      <w:pPr>
        <w:tabs>
          <w:tab w:val="left" w:pos="851"/>
          <w:tab w:val="num" w:pos="1287"/>
        </w:tabs>
        <w:spacing w:before="120"/>
        <w:ind w:firstLine="400"/>
        <w:rPr>
          <w:rFonts w:ascii="Arial" w:hAnsi="Arial" w:cs="Arial"/>
        </w:rPr>
      </w:pPr>
    </w:p>
    <w:p w:rsidR="00ED6B61" w:rsidRDefault="00ED6B61" w:rsidP="00ED6B61">
      <w:pPr>
        <w:tabs>
          <w:tab w:val="left" w:pos="851"/>
          <w:tab w:val="num" w:pos="1287"/>
        </w:tabs>
        <w:spacing w:before="120"/>
        <w:ind w:firstLine="400"/>
        <w:rPr>
          <w:rFonts w:ascii="Arial" w:hAnsi="Arial" w:cs="Arial"/>
        </w:rPr>
      </w:pPr>
      <w:r>
        <w:rPr>
          <w:rFonts w:ascii="Arial" w:hAnsi="Arial" w:cs="Arial"/>
        </w:rPr>
        <w:t>________________ С.Н.Прилуцкий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                  </w:t>
      </w:r>
      <w:r w:rsidRPr="00576950">
        <w:rPr>
          <w:rFonts w:ascii="Arial" w:hAnsi="Arial" w:cs="Arial"/>
        </w:rPr>
        <w:t>__________________</w:t>
      </w:r>
      <w:r w:rsidRPr="00594C6C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А.А. </w:t>
      </w:r>
      <w:proofErr w:type="spellStart"/>
      <w:r>
        <w:rPr>
          <w:rFonts w:ascii="Arial" w:hAnsi="Arial" w:cs="Arial"/>
          <w:bCs/>
          <w:iCs/>
          <w:szCs w:val="28"/>
        </w:rPr>
        <w:t>Проккиев</w:t>
      </w:r>
      <w:proofErr w:type="spellEnd"/>
      <w:r>
        <w:rPr>
          <w:rFonts w:ascii="Arial" w:hAnsi="Arial" w:cs="Arial"/>
        </w:rPr>
        <w:t xml:space="preserve">  </w:t>
      </w:r>
    </w:p>
    <w:p w:rsidR="00F93E94" w:rsidRPr="00576950" w:rsidRDefault="00F93E94" w:rsidP="006F5D0C">
      <w:pPr>
        <w:tabs>
          <w:tab w:val="left" w:pos="851"/>
          <w:tab w:val="num" w:pos="1287"/>
        </w:tabs>
        <w:spacing w:before="120"/>
        <w:ind w:firstLine="400"/>
        <w:rPr>
          <w:rFonts w:ascii="Arial" w:hAnsi="Arial" w:cs="Arial"/>
          <w:bCs/>
          <w:iCs/>
          <w:szCs w:val="28"/>
        </w:rPr>
      </w:pPr>
    </w:p>
    <w:p w:rsidR="0064678D" w:rsidRDefault="0064678D" w:rsidP="00576950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Техническое задание</w:t>
      </w:r>
    </w:p>
    <w:p w:rsidR="00BF795A" w:rsidRPr="00BF795A" w:rsidRDefault="00A55936" w:rsidP="00576950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н</w:t>
      </w:r>
      <w:r w:rsidR="00BF795A" w:rsidRPr="00BF795A">
        <w:rPr>
          <w:rFonts w:ascii="Arial" w:hAnsi="Arial" w:cs="Arial"/>
        </w:rPr>
        <w:t xml:space="preserve">а выполнение подрядных работ по восстановлению </w:t>
      </w:r>
      <w:r w:rsidR="004511FB">
        <w:rPr>
          <w:rFonts w:ascii="Arial" w:hAnsi="Arial" w:cs="Arial"/>
        </w:rPr>
        <w:t>газонного покрытия</w:t>
      </w:r>
      <w:r w:rsidR="00BF795A" w:rsidRPr="00BF795A">
        <w:rPr>
          <w:rFonts w:ascii="Arial" w:hAnsi="Arial" w:cs="Arial"/>
        </w:rPr>
        <w:t xml:space="preserve"> в </w:t>
      </w:r>
      <w:proofErr w:type="gramStart"/>
      <w:r w:rsidR="00BF795A" w:rsidRPr="00BF795A">
        <w:rPr>
          <w:rFonts w:ascii="Arial" w:hAnsi="Arial" w:cs="Arial"/>
        </w:rPr>
        <w:t>г</w:t>
      </w:r>
      <w:proofErr w:type="gramEnd"/>
      <w:r w:rsidR="00BF795A" w:rsidRPr="00BF795A">
        <w:rPr>
          <w:rFonts w:ascii="Arial" w:hAnsi="Arial" w:cs="Arial"/>
        </w:rPr>
        <w:t xml:space="preserve">. Петрозаводск после </w:t>
      </w:r>
      <w:r w:rsidR="0064175B">
        <w:rPr>
          <w:rFonts w:ascii="Arial" w:hAnsi="Arial" w:cs="Arial"/>
        </w:rPr>
        <w:t>устранения повреждений</w:t>
      </w:r>
      <w:r w:rsidR="00BF795A" w:rsidRPr="00BF795A">
        <w:rPr>
          <w:rFonts w:ascii="Arial" w:hAnsi="Arial" w:cs="Arial"/>
        </w:rPr>
        <w:t xml:space="preserve"> </w:t>
      </w:r>
      <w:r w:rsidR="0064175B">
        <w:rPr>
          <w:rFonts w:ascii="Arial" w:hAnsi="Arial" w:cs="Arial"/>
        </w:rPr>
        <w:t>на тепловых сетях</w:t>
      </w:r>
      <w:r w:rsidR="00BF795A" w:rsidRPr="00BF795A">
        <w:rPr>
          <w:rFonts w:ascii="Arial" w:hAnsi="Arial" w:cs="Arial"/>
        </w:rPr>
        <w:t xml:space="preserve"> АО «</w:t>
      </w:r>
      <w:proofErr w:type="spellStart"/>
      <w:r w:rsidR="00BF795A" w:rsidRPr="00BF795A">
        <w:rPr>
          <w:rFonts w:ascii="Arial" w:hAnsi="Arial" w:cs="Arial"/>
        </w:rPr>
        <w:t>ПКС</w:t>
      </w:r>
      <w:r w:rsidR="00581D69">
        <w:rPr>
          <w:rFonts w:ascii="Arial" w:hAnsi="Arial" w:cs="Arial"/>
        </w:rPr>
        <w:t>-</w:t>
      </w:r>
      <w:r w:rsidR="00BF795A" w:rsidRPr="00BF795A">
        <w:rPr>
          <w:rFonts w:ascii="Arial" w:hAnsi="Arial" w:cs="Arial"/>
        </w:rPr>
        <w:t>Тепловые</w:t>
      </w:r>
      <w:proofErr w:type="spellEnd"/>
      <w:r w:rsidR="00BF795A" w:rsidRPr="00BF795A">
        <w:rPr>
          <w:rFonts w:ascii="Arial" w:hAnsi="Arial" w:cs="Arial"/>
        </w:rPr>
        <w:t xml:space="preserve"> сети»</w:t>
      </w:r>
    </w:p>
    <w:p w:rsidR="00BF795A" w:rsidRPr="00576950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tbl>
      <w:tblPr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3"/>
        <w:gridCol w:w="5777"/>
      </w:tblGrid>
      <w:tr w:rsidR="0064678D" w:rsidRPr="00680783" w:rsidTr="00EF77B7">
        <w:tc>
          <w:tcPr>
            <w:tcW w:w="4533" w:type="dxa"/>
            <w:shd w:val="clear" w:color="auto" w:fill="CCCCCC"/>
          </w:tcPr>
          <w:p w:rsidR="0064678D" w:rsidRPr="00680783" w:rsidRDefault="0064678D" w:rsidP="00680783">
            <w:pPr>
              <w:jc w:val="center"/>
              <w:rPr>
                <w:rFonts w:ascii="Arial" w:hAnsi="Arial" w:cs="Arial"/>
                <w:b/>
              </w:rPr>
            </w:pPr>
            <w:r w:rsidRPr="00576950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4678D" w:rsidRPr="00680783" w:rsidRDefault="0064678D" w:rsidP="00D73A35">
            <w:pPr>
              <w:jc w:val="center"/>
              <w:rPr>
                <w:rFonts w:ascii="Arial" w:hAnsi="Arial" w:cs="Arial"/>
                <w:b/>
              </w:rPr>
            </w:pPr>
            <w:r w:rsidRPr="00576950">
              <w:rPr>
                <w:rFonts w:ascii="Arial" w:hAnsi="Arial" w:cs="Arial"/>
                <w:b/>
              </w:rPr>
              <w:t>Содержание основных данных и требовани</w:t>
            </w:r>
            <w:r w:rsidR="00D73A35">
              <w:rPr>
                <w:rFonts w:ascii="Arial" w:hAnsi="Arial" w:cs="Arial"/>
                <w:b/>
              </w:rPr>
              <w:t>е</w:t>
            </w:r>
          </w:p>
        </w:tc>
      </w:tr>
      <w:tr w:rsidR="0064678D" w:rsidRPr="00680783" w:rsidTr="00EF77B7">
        <w:tc>
          <w:tcPr>
            <w:tcW w:w="4533" w:type="dxa"/>
            <w:vAlign w:val="center"/>
          </w:tcPr>
          <w:p w:rsidR="0064678D" w:rsidRPr="00680783" w:rsidRDefault="0064678D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</w:p>
        </w:tc>
        <w:tc>
          <w:tcPr>
            <w:tcW w:w="5777" w:type="dxa"/>
            <w:vAlign w:val="center"/>
          </w:tcPr>
          <w:p w:rsidR="0064678D" w:rsidRPr="00680783" w:rsidRDefault="0064678D" w:rsidP="00680783">
            <w:pPr>
              <w:jc w:val="center"/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2</w:t>
            </w:r>
          </w:p>
        </w:tc>
      </w:tr>
      <w:tr w:rsidR="00D16958" w:rsidRPr="00680783" w:rsidTr="00EF77B7">
        <w:tc>
          <w:tcPr>
            <w:tcW w:w="4533" w:type="dxa"/>
          </w:tcPr>
          <w:p w:rsidR="00D16958" w:rsidRPr="00680783" w:rsidRDefault="00D16958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1. Заказчик</w:t>
            </w:r>
            <w:r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D16958" w:rsidRDefault="00D16958" w:rsidP="00B87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</w:t>
            </w:r>
            <w:proofErr w:type="gramStart"/>
            <w:r>
              <w:rPr>
                <w:rFonts w:ascii="Arial" w:hAnsi="Arial" w:cs="Arial"/>
              </w:rPr>
              <w:t>ы-</w:t>
            </w:r>
            <w:proofErr w:type="gramEnd"/>
            <w:r>
              <w:rPr>
                <w:rFonts w:ascii="Arial" w:hAnsi="Arial" w:cs="Arial"/>
              </w:rPr>
              <w:t xml:space="preserve"> Тепловые сети» (АО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сети»)</w:t>
            </w:r>
          </w:p>
          <w:p w:rsidR="00D16958" w:rsidRDefault="00D16958" w:rsidP="00B87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Юр.адрес:185035 РК,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етрозаводск, пр.Ленина, 10в</w:t>
            </w:r>
          </w:p>
          <w:p w:rsidR="00D16958" w:rsidRDefault="00D16958" w:rsidP="00B8793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</w:t>
            </w:r>
            <w:r w:rsidR="00557F50">
              <w:rPr>
                <w:rFonts w:ascii="Arial" w:hAnsi="Arial" w:cs="Arial"/>
              </w:rPr>
              <w:t>101</w:t>
            </w:r>
            <w:r>
              <w:rPr>
                <w:rFonts w:ascii="Arial" w:hAnsi="Arial" w:cs="Arial"/>
              </w:rPr>
              <w:t>001</w:t>
            </w:r>
          </w:p>
          <w:p w:rsidR="00D16958" w:rsidRDefault="00D16958" w:rsidP="00B87933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</w:t>
            </w:r>
            <w:proofErr w:type="spellEnd"/>
            <w:r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D16958" w:rsidRPr="00680783" w:rsidRDefault="00D16958" w:rsidP="008F5B66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</w:t>
            </w:r>
            <w:r w:rsidR="008F5B66">
              <w:rPr>
                <w:rFonts w:ascii="Arial" w:hAnsi="Arial" w:cs="Arial"/>
              </w:rPr>
              <w:t>714</w:t>
            </w:r>
            <w:r>
              <w:rPr>
                <w:rFonts w:ascii="Arial" w:hAnsi="Arial" w:cs="Arial"/>
              </w:rPr>
              <w:t>/71-00-7</w:t>
            </w:r>
            <w:r w:rsidR="008F5B66">
              <w:rPr>
                <w:rFonts w:ascii="Arial" w:hAnsi="Arial" w:cs="Arial"/>
              </w:rPr>
              <w:t>9</w:t>
            </w:r>
          </w:p>
        </w:tc>
      </w:tr>
      <w:tr w:rsidR="00D16958" w:rsidRPr="00680783" w:rsidTr="00EF77B7">
        <w:tc>
          <w:tcPr>
            <w:tcW w:w="4533" w:type="dxa"/>
          </w:tcPr>
          <w:p w:rsidR="00D16958" w:rsidRPr="00576950" w:rsidRDefault="00D16958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 xml:space="preserve">2. Основание для </w:t>
            </w:r>
            <w:r>
              <w:rPr>
                <w:rFonts w:ascii="Arial" w:hAnsi="Arial" w:cs="Arial"/>
              </w:rPr>
              <w:t>проведения работ</w:t>
            </w:r>
          </w:p>
        </w:tc>
        <w:tc>
          <w:tcPr>
            <w:tcW w:w="5777" w:type="dxa"/>
          </w:tcPr>
          <w:p w:rsidR="00D16958" w:rsidRPr="00F115A6" w:rsidRDefault="00D16958" w:rsidP="008F5B66">
            <w:pPr>
              <w:jc w:val="both"/>
              <w:rPr>
                <w:rFonts w:ascii="Arial" w:hAnsi="Arial" w:cs="Arial"/>
              </w:rPr>
            </w:pPr>
            <w:r w:rsidRPr="00F115A6">
              <w:rPr>
                <w:rFonts w:ascii="Arial" w:hAnsi="Arial" w:cs="Arial"/>
                <w:u w:val="single" w:color="FFFFFF"/>
              </w:rPr>
              <w:t>Производственная программа 201</w:t>
            </w:r>
            <w:r w:rsidR="008F5B66">
              <w:rPr>
                <w:rFonts w:ascii="Arial" w:hAnsi="Arial" w:cs="Arial"/>
                <w:u w:val="single" w:color="FFFFFF"/>
              </w:rPr>
              <w:t>8</w:t>
            </w:r>
            <w:r w:rsidRPr="00F115A6">
              <w:rPr>
                <w:rFonts w:ascii="Arial" w:hAnsi="Arial" w:cs="Arial"/>
                <w:u w:val="single" w:color="FFFFFF"/>
              </w:rPr>
              <w:t xml:space="preserve"> года ПТ-3 </w:t>
            </w:r>
          </w:p>
        </w:tc>
      </w:tr>
      <w:tr w:rsidR="00D16958" w:rsidRPr="00680783" w:rsidTr="00EF77B7">
        <w:tc>
          <w:tcPr>
            <w:tcW w:w="4533" w:type="dxa"/>
          </w:tcPr>
          <w:p w:rsidR="00D16958" w:rsidRPr="00576950" w:rsidRDefault="00D16958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 xml:space="preserve">3. Наименование </w:t>
            </w:r>
            <w:r>
              <w:rPr>
                <w:rFonts w:ascii="Arial" w:hAnsi="Arial" w:cs="Arial"/>
              </w:rPr>
              <w:t xml:space="preserve">и местоположение </w:t>
            </w:r>
            <w:r w:rsidRPr="00680783">
              <w:rPr>
                <w:rFonts w:ascii="Arial" w:hAnsi="Arial" w:cs="Arial"/>
              </w:rPr>
              <w:t>объекта</w:t>
            </w:r>
          </w:p>
        </w:tc>
        <w:tc>
          <w:tcPr>
            <w:tcW w:w="5777" w:type="dxa"/>
          </w:tcPr>
          <w:p w:rsidR="00D16958" w:rsidRPr="00F115A6" w:rsidRDefault="00D16958" w:rsidP="00B87933">
            <w:pPr>
              <w:jc w:val="both"/>
              <w:rPr>
                <w:rFonts w:ascii="Arial" w:hAnsi="Arial" w:cs="Arial"/>
              </w:rPr>
            </w:pPr>
            <w:r w:rsidRPr="00F115A6">
              <w:rPr>
                <w:rFonts w:ascii="Arial" w:hAnsi="Arial" w:cs="Arial"/>
              </w:rPr>
              <w:t>В соответствии со схемами, являющимися приложениями к договорам – заявкам на зем</w:t>
            </w:r>
            <w:r>
              <w:rPr>
                <w:rFonts w:ascii="Arial" w:hAnsi="Arial" w:cs="Arial"/>
              </w:rPr>
              <w:t xml:space="preserve">ляные </w:t>
            </w:r>
            <w:r w:rsidRPr="00F115A6">
              <w:rPr>
                <w:rFonts w:ascii="Arial" w:hAnsi="Arial" w:cs="Arial"/>
              </w:rPr>
              <w:t>работы, заключенным между Заказчиком и Администрацией ПГО</w:t>
            </w:r>
          </w:p>
        </w:tc>
      </w:tr>
      <w:tr w:rsidR="00D16958" w:rsidRPr="00680783" w:rsidTr="00EF77B7">
        <w:tc>
          <w:tcPr>
            <w:tcW w:w="4533" w:type="dxa"/>
          </w:tcPr>
          <w:p w:rsidR="00D16958" w:rsidRPr="00680783" w:rsidRDefault="00D16958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76950">
              <w:rPr>
                <w:rFonts w:ascii="Arial" w:hAnsi="Arial" w:cs="Arial"/>
              </w:rPr>
              <w:t>. Источник финансирования</w:t>
            </w:r>
          </w:p>
        </w:tc>
        <w:tc>
          <w:tcPr>
            <w:tcW w:w="5777" w:type="dxa"/>
          </w:tcPr>
          <w:p w:rsidR="00D16958" w:rsidRPr="00F115A6" w:rsidRDefault="00D16958" w:rsidP="008F5B66">
            <w:pPr>
              <w:jc w:val="both"/>
              <w:rPr>
                <w:rFonts w:ascii="Arial" w:hAnsi="Arial" w:cs="Arial"/>
              </w:rPr>
            </w:pPr>
            <w:r w:rsidRPr="00F115A6">
              <w:rPr>
                <w:rFonts w:ascii="Arial" w:hAnsi="Arial" w:cs="Arial"/>
              </w:rPr>
              <w:t>Производственная программа 201</w:t>
            </w:r>
            <w:r w:rsidR="008F5B66">
              <w:rPr>
                <w:rFonts w:ascii="Arial" w:hAnsi="Arial" w:cs="Arial"/>
              </w:rPr>
              <w:t>8</w:t>
            </w:r>
            <w:r w:rsidRPr="00F115A6">
              <w:rPr>
                <w:rFonts w:ascii="Arial" w:hAnsi="Arial" w:cs="Arial"/>
              </w:rPr>
              <w:t xml:space="preserve"> года ПТ-3</w:t>
            </w:r>
            <w:r w:rsidRPr="00F115A6">
              <w:rPr>
                <w:rFonts w:ascii="Arial" w:hAnsi="Arial" w:cs="Arial"/>
                <w:u w:val="single" w:color="FFFFFF"/>
              </w:rPr>
              <w:t xml:space="preserve"> 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771811" w:rsidRDefault="0064678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576950">
              <w:rPr>
                <w:rFonts w:ascii="Arial" w:hAnsi="Arial" w:cs="Arial"/>
              </w:rPr>
              <w:t>. Цель и назначение работ</w:t>
            </w:r>
          </w:p>
        </w:tc>
        <w:tc>
          <w:tcPr>
            <w:tcW w:w="5777" w:type="dxa"/>
          </w:tcPr>
          <w:p w:rsidR="0064678D" w:rsidRPr="00EB308A" w:rsidRDefault="007A7EF0" w:rsidP="004511FB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Восстановление </w:t>
            </w:r>
            <w:r w:rsidR="004511FB" w:rsidRPr="00EB308A">
              <w:rPr>
                <w:rFonts w:ascii="Arial" w:hAnsi="Arial" w:cs="Arial"/>
              </w:rPr>
              <w:t>газонного покрытия</w:t>
            </w:r>
            <w:r w:rsidRPr="00EB308A">
              <w:rPr>
                <w:rFonts w:ascii="Arial" w:hAnsi="Arial" w:cs="Arial"/>
              </w:rPr>
              <w:t>.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576950">
              <w:rPr>
                <w:rFonts w:ascii="Arial" w:hAnsi="Arial" w:cs="Arial"/>
              </w:rPr>
              <w:t>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ED6B61" w:rsidRPr="009914FF" w:rsidRDefault="00ED6B61" w:rsidP="009914FF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</w:p>
          <w:p w:rsidR="002D5160" w:rsidRPr="00EB308A" w:rsidRDefault="004A651D" w:rsidP="009914FF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9914FF">
              <w:rPr>
                <w:rFonts w:ascii="Arial" w:hAnsi="Arial" w:cs="Arial"/>
              </w:rPr>
              <w:t>не требуется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680783" w:rsidRDefault="0064678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76950">
              <w:rPr>
                <w:rFonts w:ascii="Arial" w:hAnsi="Arial" w:cs="Arial"/>
              </w:rPr>
              <w:t>. Режим работы производства</w:t>
            </w:r>
          </w:p>
        </w:tc>
        <w:tc>
          <w:tcPr>
            <w:tcW w:w="5777" w:type="dxa"/>
          </w:tcPr>
          <w:p w:rsidR="0064678D" w:rsidRPr="00EB308A" w:rsidRDefault="004A651D" w:rsidP="009914FF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не требуется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680783" w:rsidRDefault="0064678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76950">
              <w:rPr>
                <w:rFonts w:ascii="Arial" w:hAnsi="Arial" w:cs="Arial"/>
              </w:rPr>
              <w:t>. Состав работ</w:t>
            </w:r>
          </w:p>
        </w:tc>
        <w:tc>
          <w:tcPr>
            <w:tcW w:w="5777" w:type="dxa"/>
          </w:tcPr>
          <w:p w:rsidR="004511FB" w:rsidRPr="00EB308A" w:rsidRDefault="004511FB" w:rsidP="004511FB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>1.</w:t>
            </w:r>
            <w:r w:rsidRPr="002A7A0C">
              <w:rPr>
                <w:rFonts w:ascii="Arial" w:hAnsi="Arial" w:cs="Arial"/>
              </w:rPr>
              <w:t xml:space="preserve">Восстановление газонов в </w:t>
            </w:r>
            <w:proofErr w:type="gramStart"/>
            <w:r w:rsidRPr="002A7A0C">
              <w:rPr>
                <w:rFonts w:ascii="Arial" w:hAnsi="Arial" w:cs="Arial"/>
              </w:rPr>
              <w:t>г</w:t>
            </w:r>
            <w:proofErr w:type="gramEnd"/>
            <w:r w:rsidRPr="002A7A0C">
              <w:rPr>
                <w:rFonts w:ascii="Arial" w:hAnsi="Arial" w:cs="Arial"/>
              </w:rPr>
              <w:t xml:space="preserve">. Петрозаводск после  </w:t>
            </w:r>
            <w:r w:rsidR="0064175B" w:rsidRPr="002A7A0C">
              <w:rPr>
                <w:rFonts w:ascii="Arial" w:hAnsi="Arial" w:cs="Arial"/>
              </w:rPr>
              <w:t>устранения повреждений на тепловых сетях</w:t>
            </w:r>
          </w:p>
          <w:p w:rsidR="0064678D" w:rsidRPr="00EB308A" w:rsidRDefault="004511FB" w:rsidP="004511FB">
            <w:pPr>
              <w:jc w:val="both"/>
              <w:rPr>
                <w:rFonts w:ascii="Arial" w:hAnsi="Arial" w:cs="Arial"/>
                <w:u w:val="single" w:color="FFFFFF"/>
              </w:rPr>
            </w:pPr>
            <w:r w:rsidRPr="00EB308A">
              <w:rPr>
                <w:rFonts w:ascii="Arial" w:hAnsi="Arial" w:cs="Arial"/>
              </w:rPr>
              <w:t xml:space="preserve">2. </w:t>
            </w:r>
            <w:r w:rsidRPr="00EB308A">
              <w:rPr>
                <w:rFonts w:ascii="Arial" w:hAnsi="Arial" w:cs="Arial"/>
                <w:u w:val="single" w:color="FFFFFF"/>
              </w:rPr>
              <w:t>Вывоз строительного мусора по окончанию работ.</w:t>
            </w:r>
          </w:p>
          <w:p w:rsidR="00ED6B61" w:rsidRPr="00EB308A" w:rsidRDefault="00ED6B61" w:rsidP="00541054">
            <w:pPr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3. </w:t>
            </w:r>
            <w:proofErr w:type="gramStart"/>
            <w:r w:rsidRPr="00EB308A">
              <w:rPr>
                <w:rFonts w:ascii="Arial" w:hAnsi="Arial" w:cs="Arial"/>
                <w:u w:val="single" w:color="FFFFFF"/>
              </w:rPr>
              <w:t xml:space="preserve">Сдача работ </w:t>
            </w:r>
            <w:r w:rsidR="00541054">
              <w:rPr>
                <w:rFonts w:ascii="Arial" w:hAnsi="Arial" w:cs="Arial"/>
                <w:u w:val="single" w:color="FFFFFF"/>
              </w:rPr>
              <w:t>Заказчику</w:t>
            </w:r>
            <w:r w:rsidRPr="00EB308A">
              <w:rPr>
                <w:rFonts w:ascii="Arial" w:hAnsi="Arial" w:cs="Arial"/>
                <w:u w:val="single" w:color="FFFFFF"/>
              </w:rPr>
              <w:t xml:space="preserve"> с составлением актов установленной формы на соответствие требованиям </w:t>
            </w:r>
            <w:r w:rsidRPr="00EB308A">
              <w:rPr>
                <w:rFonts w:ascii="Arial" w:hAnsi="Arial" w:cs="Arial"/>
              </w:rPr>
              <w:t>«Правил благоустройства, обеспечения чистоты и порядка в Петрозаводск</w:t>
            </w:r>
            <w:r w:rsidR="00D16958">
              <w:rPr>
                <w:rFonts w:ascii="Arial" w:hAnsi="Arial" w:cs="Arial"/>
              </w:rPr>
              <w:t xml:space="preserve">ом городском округе» 2014 год </w:t>
            </w:r>
            <w:r w:rsidR="00541054">
              <w:rPr>
                <w:rFonts w:ascii="Arial" w:hAnsi="Arial" w:cs="Arial"/>
              </w:rPr>
              <w:t>утвержденных решением Петрозаводского городского Совета от</w:t>
            </w:r>
            <w:r w:rsidR="003C5E99">
              <w:rPr>
                <w:rFonts w:ascii="Arial" w:hAnsi="Arial" w:cs="Arial"/>
              </w:rPr>
              <w:t xml:space="preserve"> </w:t>
            </w:r>
            <w:r w:rsidR="00541054">
              <w:rPr>
                <w:rFonts w:ascii="Arial" w:hAnsi="Arial" w:cs="Arial"/>
              </w:rPr>
              <w:t xml:space="preserve">03 июня 2014года №27/27-414 </w:t>
            </w:r>
            <w:r w:rsidR="00D16958">
              <w:rPr>
                <w:rFonts w:ascii="Arial" w:hAnsi="Arial" w:cs="Arial"/>
              </w:rPr>
              <w:t>(</w:t>
            </w:r>
            <w:r w:rsidR="00541054">
              <w:rPr>
                <w:rFonts w:ascii="Arial" w:hAnsi="Arial" w:cs="Arial"/>
              </w:rPr>
              <w:t>далее - Правила</w:t>
            </w:r>
            <w:r w:rsidR="00D16958">
              <w:rPr>
                <w:rFonts w:ascii="Arial" w:hAnsi="Arial" w:cs="Arial"/>
              </w:rPr>
              <w:t>)</w:t>
            </w:r>
            <w:r w:rsidR="003C5E99">
              <w:rPr>
                <w:rFonts w:ascii="Arial" w:hAnsi="Arial" w:cs="Arial"/>
              </w:rPr>
              <w:t xml:space="preserve"> (или в случае вступления новых Правил на их соответствие).</w:t>
            </w:r>
            <w:r w:rsidR="00541054">
              <w:rPr>
                <w:rFonts w:ascii="Arial" w:hAnsi="Arial" w:cs="Arial"/>
              </w:rPr>
              <w:t>, за исключением требований п.9 в части размера карты восстановления, и п.11 статьи 29</w:t>
            </w:r>
            <w:proofErr w:type="gramEnd"/>
            <w:r w:rsidR="00541054">
              <w:rPr>
                <w:rFonts w:ascii="Arial" w:hAnsi="Arial" w:cs="Arial"/>
              </w:rPr>
              <w:t xml:space="preserve"> Правил</w:t>
            </w:r>
            <w:r w:rsidR="00D16958">
              <w:rPr>
                <w:rFonts w:ascii="Arial" w:hAnsi="Arial" w:cs="Arial"/>
              </w:rPr>
              <w:t>.</w:t>
            </w:r>
          </w:p>
        </w:tc>
      </w:tr>
      <w:tr w:rsidR="0064678D" w:rsidRPr="00680783" w:rsidTr="00EF77B7">
        <w:trPr>
          <w:trHeight w:val="461"/>
        </w:trPr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76950">
              <w:rPr>
                <w:rFonts w:ascii="Arial" w:hAnsi="Arial" w:cs="Arial"/>
              </w:rPr>
              <w:t>. Состав и виды работ,</w:t>
            </w:r>
            <w:r>
              <w:rPr>
                <w:rFonts w:ascii="Arial" w:hAnsi="Arial" w:cs="Arial"/>
              </w:rPr>
              <w:t xml:space="preserve"> </w:t>
            </w:r>
            <w:r w:rsidRPr="00576950">
              <w:rPr>
                <w:rFonts w:ascii="Arial" w:hAnsi="Arial" w:cs="Arial"/>
              </w:rPr>
              <w:t xml:space="preserve">выполняемых </w:t>
            </w:r>
            <w:r>
              <w:rPr>
                <w:rFonts w:ascii="Arial" w:hAnsi="Arial" w:cs="Arial"/>
              </w:rPr>
              <w:t>п</w:t>
            </w:r>
            <w:r w:rsidRPr="00576950">
              <w:rPr>
                <w:rFonts w:ascii="Arial" w:hAnsi="Arial" w:cs="Arial"/>
              </w:rPr>
              <w:t>одрядчиком</w:t>
            </w:r>
          </w:p>
        </w:tc>
        <w:tc>
          <w:tcPr>
            <w:tcW w:w="5777" w:type="dxa"/>
          </w:tcPr>
          <w:p w:rsidR="00541054" w:rsidRDefault="00541054" w:rsidP="00D16958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</w:rPr>
            </w:pPr>
            <w:r w:rsidRPr="00541054">
              <w:rPr>
                <w:rFonts w:ascii="Arial" w:hAnsi="Arial" w:cs="Arial"/>
              </w:rPr>
              <w:t>Газон (планировка участка; подготовка почвы и внесение растительной земли для устройства газонов слоем не менее 15 см; посев газонов партерных и мавританских с применением удобрений)</w:t>
            </w:r>
            <w:r w:rsidR="00DE29B2">
              <w:rPr>
                <w:rFonts w:ascii="Arial" w:hAnsi="Arial" w:cs="Arial"/>
              </w:rPr>
              <w:t>.</w:t>
            </w:r>
          </w:p>
          <w:p w:rsidR="00D16958" w:rsidRPr="00D16958" w:rsidRDefault="00541054" w:rsidP="00D16958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</w:rPr>
            </w:pPr>
            <w:r w:rsidRPr="0054105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Поребрик</w:t>
            </w:r>
            <w:proofErr w:type="spellEnd"/>
            <w:r>
              <w:rPr>
                <w:rFonts w:ascii="Arial" w:hAnsi="Arial" w:cs="Arial"/>
              </w:rPr>
              <w:t xml:space="preserve"> газонны</w:t>
            </w:r>
            <w:proofErr w:type="gramStart"/>
            <w:r>
              <w:rPr>
                <w:rFonts w:ascii="Arial" w:hAnsi="Arial" w:cs="Arial"/>
              </w:rPr>
              <w:t>й(</w:t>
            </w:r>
            <w:proofErr w:type="gramEnd"/>
            <w:r>
              <w:rPr>
                <w:rFonts w:ascii="Arial" w:hAnsi="Arial" w:cs="Arial"/>
              </w:rPr>
              <w:t>новый)</w:t>
            </w:r>
            <w:r w:rsidR="00D16958" w:rsidRPr="00541054">
              <w:rPr>
                <w:rFonts w:ascii="Arial" w:hAnsi="Arial" w:cs="Arial"/>
              </w:rPr>
              <w:t>.</w:t>
            </w:r>
          </w:p>
          <w:p w:rsidR="005031F2" w:rsidRPr="00EB308A" w:rsidRDefault="00541054" w:rsidP="00D16958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Поребрик</w:t>
            </w:r>
            <w:proofErr w:type="spellEnd"/>
            <w:r>
              <w:rPr>
                <w:rFonts w:ascii="Arial" w:hAnsi="Arial" w:cs="Arial"/>
              </w:rPr>
              <w:t xml:space="preserve"> газонный </w:t>
            </w:r>
            <w:proofErr w:type="gramStart"/>
            <w:r>
              <w:rPr>
                <w:rFonts w:ascii="Arial" w:hAnsi="Arial" w:cs="Arial"/>
              </w:rPr>
              <w:t>(</w:t>
            </w:r>
            <w:r w:rsidRPr="00541054">
              <w:rPr>
                <w:rFonts w:ascii="Arial" w:hAnsi="Arial" w:cs="Arial"/>
              </w:rPr>
              <w:t xml:space="preserve"> </w:t>
            </w:r>
            <w:proofErr w:type="gramEnd"/>
            <w:r>
              <w:rPr>
                <w:rFonts w:ascii="Arial" w:hAnsi="Arial" w:cs="Arial"/>
              </w:rPr>
              <w:t>б/у)</w:t>
            </w:r>
            <w:r w:rsidR="00D16958">
              <w:rPr>
                <w:rFonts w:ascii="Arial" w:hAnsi="Arial" w:cs="Arial"/>
              </w:rPr>
              <w:t>.</w:t>
            </w:r>
          </w:p>
          <w:p w:rsidR="002D5FBB" w:rsidRPr="00EB308A" w:rsidRDefault="00541054" w:rsidP="009914FF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Тротуарная плитка</w:t>
            </w:r>
            <w:r w:rsidR="00062D55">
              <w:rPr>
                <w:rFonts w:ascii="Arial" w:hAnsi="Arial" w:cs="Arial"/>
              </w:rPr>
              <w:t xml:space="preserve"> </w:t>
            </w:r>
            <w:proofErr w:type="gramStart"/>
            <w:r w:rsidR="00062D55">
              <w:rPr>
                <w:rFonts w:ascii="Arial" w:hAnsi="Arial" w:cs="Arial"/>
              </w:rPr>
              <w:t xml:space="preserve">( </w:t>
            </w:r>
            <w:proofErr w:type="gramEnd"/>
            <w:r w:rsidR="00062D55">
              <w:rPr>
                <w:rFonts w:ascii="Arial" w:hAnsi="Arial" w:cs="Arial"/>
              </w:rPr>
              <w:t>новая)</w:t>
            </w:r>
            <w:r w:rsidR="00D16958">
              <w:rPr>
                <w:rFonts w:ascii="Arial" w:hAnsi="Arial" w:cs="Arial"/>
              </w:rPr>
              <w:t>.</w:t>
            </w:r>
          </w:p>
          <w:p w:rsidR="005031F2" w:rsidRPr="00EB308A" w:rsidRDefault="00D16958" w:rsidP="009914FF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Устройство тротуара из каменной крошки</w:t>
            </w:r>
            <w:r w:rsidR="00062D55">
              <w:rPr>
                <w:rFonts w:ascii="Arial" w:hAnsi="Arial" w:cs="Arial"/>
              </w:rPr>
              <w:t xml:space="preserve"> Т10см</w:t>
            </w:r>
            <w:r>
              <w:rPr>
                <w:rFonts w:ascii="Arial" w:hAnsi="Arial" w:cs="Arial"/>
              </w:rPr>
              <w:t>.</w:t>
            </w:r>
          </w:p>
          <w:p w:rsidR="0064678D" w:rsidRPr="00EB308A" w:rsidRDefault="009914FF" w:rsidP="00D16958">
            <w:pPr>
              <w:pStyle w:val="affc"/>
              <w:numPr>
                <w:ilvl w:val="0"/>
                <w:numId w:val="40"/>
              </w:numPr>
              <w:tabs>
                <w:tab w:val="left" w:pos="321"/>
              </w:tabs>
              <w:ind w:left="37" w:firstLine="0"/>
              <w:rPr>
                <w:rFonts w:ascii="Arial" w:hAnsi="Arial" w:cs="Arial"/>
                <w:iCs/>
                <w:spacing w:val="-6"/>
              </w:rPr>
            </w:pPr>
            <w:r>
              <w:rPr>
                <w:rFonts w:ascii="Arial" w:hAnsi="Arial" w:cs="Arial"/>
              </w:rPr>
              <w:t>У</w:t>
            </w:r>
            <w:r w:rsidR="00EB308A" w:rsidRPr="00EB308A">
              <w:rPr>
                <w:rFonts w:ascii="Arial" w:hAnsi="Arial" w:cs="Arial"/>
              </w:rPr>
              <w:t>стройство водоотливного лотка</w:t>
            </w:r>
            <w:r w:rsidR="00D16958">
              <w:rPr>
                <w:rFonts w:ascii="Arial" w:hAnsi="Arial" w:cs="Arial"/>
              </w:rPr>
              <w:t>.</w:t>
            </w:r>
          </w:p>
        </w:tc>
      </w:tr>
      <w:tr w:rsidR="0064678D" w:rsidRPr="00680783" w:rsidTr="00EF77B7">
        <w:trPr>
          <w:trHeight w:val="1134"/>
        </w:trPr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576950">
              <w:rPr>
                <w:rFonts w:ascii="Arial" w:hAnsi="Arial" w:cs="Arial"/>
              </w:rPr>
              <w:t xml:space="preserve">. Требования к </w:t>
            </w:r>
            <w:r>
              <w:rPr>
                <w:rFonts w:ascii="Arial" w:hAnsi="Arial" w:cs="Arial"/>
              </w:rPr>
              <w:t>используемому</w:t>
            </w:r>
            <w:r w:rsidRPr="00576950">
              <w:rPr>
                <w:rFonts w:ascii="Arial" w:hAnsi="Arial" w:cs="Arial"/>
              </w:rPr>
              <w:t xml:space="preserve">  оборудованию</w:t>
            </w:r>
            <w:r>
              <w:rPr>
                <w:rFonts w:ascii="Arial" w:hAnsi="Arial" w:cs="Arial"/>
              </w:rPr>
              <w:t xml:space="preserve">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2F6BD5" w:rsidRDefault="00EB4303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>Работы выполняются силами, материалами и средствами подрядчика</w:t>
            </w:r>
            <w:r w:rsidR="00C566AE">
              <w:rPr>
                <w:rFonts w:ascii="Arial" w:hAnsi="Arial" w:cs="Arial"/>
              </w:rPr>
              <w:t xml:space="preserve">, за исключением </w:t>
            </w:r>
            <w:r w:rsidR="00DE78BA">
              <w:rPr>
                <w:rFonts w:ascii="Arial" w:hAnsi="Arial" w:cs="Arial"/>
              </w:rPr>
              <w:t>земли растительной механизированного производства</w:t>
            </w:r>
            <w:r w:rsidR="00C566AE">
              <w:rPr>
                <w:rFonts w:ascii="Arial" w:hAnsi="Arial" w:cs="Arial"/>
              </w:rPr>
              <w:t xml:space="preserve">. </w:t>
            </w:r>
            <w:r w:rsidR="00DE78BA">
              <w:rPr>
                <w:rFonts w:ascii="Arial" w:hAnsi="Arial" w:cs="Arial"/>
              </w:rPr>
              <w:t>Земля растительная механизированного производства</w:t>
            </w:r>
            <w:r w:rsidR="00C566AE">
              <w:rPr>
                <w:rFonts w:ascii="Arial" w:hAnsi="Arial" w:cs="Arial"/>
              </w:rPr>
              <w:t xml:space="preserve"> приобретается заказчиком.</w:t>
            </w:r>
            <w:r w:rsidR="002D5FBB" w:rsidRPr="00EB308A">
              <w:rPr>
                <w:rFonts w:ascii="Arial" w:hAnsi="Arial" w:cs="Arial"/>
              </w:rPr>
              <w:t xml:space="preserve"> </w:t>
            </w:r>
            <w:r w:rsidR="00DE78BA">
              <w:rPr>
                <w:rFonts w:ascii="Arial" w:hAnsi="Arial" w:cs="Arial"/>
              </w:rPr>
              <w:t>Место размещения земли механизированной растительного производства – площадка котельной «</w:t>
            </w:r>
            <w:proofErr w:type="spellStart"/>
            <w:r w:rsidR="00DE78BA">
              <w:rPr>
                <w:rFonts w:ascii="Arial" w:hAnsi="Arial" w:cs="Arial"/>
              </w:rPr>
              <w:t>Кукковка</w:t>
            </w:r>
            <w:proofErr w:type="spellEnd"/>
            <w:r w:rsidR="00DE78BA">
              <w:rPr>
                <w:rFonts w:ascii="Arial" w:hAnsi="Arial" w:cs="Arial"/>
              </w:rPr>
              <w:t>» по адресу г</w:t>
            </w:r>
            <w:proofErr w:type="gramStart"/>
            <w:r w:rsidR="00DE78BA">
              <w:rPr>
                <w:rFonts w:ascii="Arial" w:hAnsi="Arial" w:cs="Arial"/>
              </w:rPr>
              <w:t>.П</w:t>
            </w:r>
            <w:proofErr w:type="gramEnd"/>
            <w:r w:rsidR="00DE78BA">
              <w:rPr>
                <w:rFonts w:ascii="Arial" w:hAnsi="Arial" w:cs="Arial"/>
              </w:rPr>
              <w:t xml:space="preserve">етрозаводск, пр.Комсомольский, 4А. Погрузку и </w:t>
            </w:r>
            <w:proofErr w:type="spellStart"/>
            <w:r w:rsidR="00DE78BA">
              <w:rPr>
                <w:rFonts w:ascii="Arial" w:hAnsi="Arial" w:cs="Arial"/>
              </w:rPr>
              <w:t>самовывоз</w:t>
            </w:r>
            <w:proofErr w:type="spellEnd"/>
            <w:r w:rsidR="00DE78BA">
              <w:rPr>
                <w:rFonts w:ascii="Arial" w:hAnsi="Arial" w:cs="Arial"/>
              </w:rPr>
              <w:t xml:space="preserve"> земли механизированной растительного производства осуществляет исполнитель.</w:t>
            </w:r>
            <w:r w:rsidR="002F6BD5">
              <w:rPr>
                <w:rFonts w:ascii="Arial" w:hAnsi="Arial" w:cs="Arial"/>
              </w:rPr>
              <w:t xml:space="preserve"> </w:t>
            </w:r>
          </w:p>
          <w:p w:rsidR="002F6BD5" w:rsidRDefault="002F6BD5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</w:p>
          <w:p w:rsidR="00DE78BA" w:rsidRDefault="00E1384C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="002F6BD5">
              <w:rPr>
                <w:rFonts w:ascii="Arial" w:hAnsi="Arial" w:cs="Arial"/>
              </w:rPr>
              <w:t xml:space="preserve">о согласованию с Заказчиком </w:t>
            </w:r>
            <w:r>
              <w:rPr>
                <w:rFonts w:ascii="Arial" w:hAnsi="Arial" w:cs="Arial"/>
              </w:rPr>
              <w:t>подрядчик может самостоятельно</w:t>
            </w:r>
            <w:r w:rsidR="002F6BD5">
              <w:rPr>
                <w:rFonts w:ascii="Arial" w:hAnsi="Arial" w:cs="Arial"/>
              </w:rPr>
              <w:t xml:space="preserve"> закупа</w:t>
            </w:r>
            <w:r>
              <w:rPr>
                <w:rFonts w:ascii="Arial" w:hAnsi="Arial" w:cs="Arial"/>
              </w:rPr>
              <w:t>ть</w:t>
            </w:r>
            <w:r w:rsidR="002F6BD5">
              <w:rPr>
                <w:rFonts w:ascii="Arial" w:hAnsi="Arial" w:cs="Arial"/>
              </w:rPr>
              <w:t xml:space="preserve"> и использ</w:t>
            </w:r>
            <w:r>
              <w:rPr>
                <w:rFonts w:ascii="Arial" w:hAnsi="Arial" w:cs="Arial"/>
              </w:rPr>
              <w:t>овать</w:t>
            </w:r>
            <w:r w:rsidR="002F6BD5">
              <w:rPr>
                <w:rFonts w:ascii="Arial" w:hAnsi="Arial" w:cs="Arial"/>
              </w:rPr>
              <w:t xml:space="preserve"> землю </w:t>
            </w:r>
            <w:r w:rsidR="002F6BD5">
              <w:rPr>
                <w:rFonts w:ascii="Arial" w:hAnsi="Arial" w:cs="Arial"/>
              </w:rPr>
              <w:lastRenderedPageBreak/>
              <w:t>растительную</w:t>
            </w:r>
            <w:r>
              <w:rPr>
                <w:rFonts w:ascii="Arial" w:hAnsi="Arial" w:cs="Arial"/>
              </w:rPr>
              <w:t xml:space="preserve"> механизированного производства.</w:t>
            </w:r>
          </w:p>
          <w:p w:rsidR="002F6BD5" w:rsidRDefault="002F6BD5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</w:p>
          <w:p w:rsidR="00BC5E71" w:rsidRDefault="002D5FBB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Используемые при работе материалы должны иметь паспорта или сертификаты. </w:t>
            </w:r>
            <w:proofErr w:type="gramStart"/>
            <w:r w:rsidRPr="00EB308A">
              <w:rPr>
                <w:rFonts w:ascii="Arial" w:hAnsi="Arial" w:cs="Arial"/>
              </w:rPr>
              <w:t xml:space="preserve">Срок гарантии </w:t>
            </w:r>
            <w:r w:rsidR="00BB4495" w:rsidRPr="00EB308A">
              <w:rPr>
                <w:rFonts w:ascii="Arial" w:hAnsi="Arial" w:cs="Arial"/>
              </w:rPr>
              <w:t>газонного</w:t>
            </w:r>
            <w:r w:rsidRPr="00EB308A">
              <w:rPr>
                <w:rFonts w:ascii="Arial" w:hAnsi="Arial" w:cs="Arial"/>
              </w:rPr>
              <w:t xml:space="preserve">  покрытия </w:t>
            </w:r>
            <w:r w:rsidR="00062D55">
              <w:rPr>
                <w:rFonts w:ascii="Arial" w:hAnsi="Arial" w:cs="Arial"/>
              </w:rPr>
              <w:t>36</w:t>
            </w:r>
            <w:r w:rsidR="0085303F" w:rsidRPr="00EB308A">
              <w:rPr>
                <w:rFonts w:ascii="Arial" w:hAnsi="Arial" w:cs="Arial"/>
              </w:rPr>
              <w:t xml:space="preserve"> месяцев</w:t>
            </w:r>
            <w:r w:rsidR="00DE29B2">
              <w:rPr>
                <w:rFonts w:ascii="Arial" w:hAnsi="Arial" w:cs="Arial"/>
              </w:rPr>
              <w:t xml:space="preserve"> </w:t>
            </w:r>
            <w:r w:rsidR="00062D55">
              <w:rPr>
                <w:rFonts w:ascii="Arial" w:hAnsi="Arial" w:cs="Arial"/>
              </w:rPr>
              <w:t>(основание – п.12 ст.29</w:t>
            </w:r>
            <w:r w:rsidRPr="00EB308A">
              <w:rPr>
                <w:rFonts w:ascii="Arial" w:hAnsi="Arial" w:cs="Arial"/>
              </w:rPr>
              <w:t xml:space="preserve"> </w:t>
            </w:r>
            <w:r w:rsidR="00062D55" w:rsidRPr="00EB308A">
              <w:rPr>
                <w:rFonts w:ascii="Arial" w:hAnsi="Arial" w:cs="Arial"/>
              </w:rPr>
              <w:t>«Правил благоустройства, обеспечения чистоты и порядка в Петрозаводск</w:t>
            </w:r>
            <w:r w:rsidR="00062D55">
              <w:rPr>
                <w:rFonts w:ascii="Arial" w:hAnsi="Arial" w:cs="Arial"/>
              </w:rPr>
              <w:t xml:space="preserve">ом городском округе» 2014 год </w:t>
            </w:r>
            <w:r w:rsidR="003C5E99">
              <w:rPr>
                <w:rFonts w:ascii="Arial" w:hAnsi="Arial" w:cs="Arial"/>
              </w:rPr>
              <w:t>(или в случае вступления новых Правил на их соответствие</w:t>
            </w:r>
            <w:r w:rsidR="00062D55">
              <w:rPr>
                <w:rFonts w:ascii="Arial" w:hAnsi="Arial" w:cs="Arial"/>
              </w:rPr>
              <w:t xml:space="preserve">) </w:t>
            </w:r>
            <w:r w:rsidRPr="00EB308A">
              <w:rPr>
                <w:rFonts w:ascii="Arial" w:hAnsi="Arial" w:cs="Arial"/>
              </w:rPr>
              <w:t xml:space="preserve">с момента сдачи </w:t>
            </w:r>
            <w:r w:rsidR="00062D55">
              <w:rPr>
                <w:rFonts w:ascii="Arial" w:hAnsi="Arial" w:cs="Arial"/>
              </w:rPr>
              <w:t>Заказчику</w:t>
            </w:r>
            <w:r w:rsidRPr="00EB308A">
              <w:rPr>
                <w:rFonts w:ascii="Arial" w:hAnsi="Arial" w:cs="Arial"/>
              </w:rPr>
              <w:t>.</w:t>
            </w:r>
            <w:proofErr w:type="gramEnd"/>
          </w:p>
          <w:p w:rsidR="00DE78BA" w:rsidRPr="00EB308A" w:rsidRDefault="00DE78BA" w:rsidP="00DE78BA">
            <w:pPr>
              <w:tabs>
                <w:tab w:val="left" w:pos="459"/>
              </w:tabs>
              <w:jc w:val="both"/>
              <w:rPr>
                <w:rFonts w:ascii="Arial" w:hAnsi="Arial" w:cs="Arial"/>
              </w:rPr>
            </w:pPr>
          </w:p>
        </w:tc>
      </w:tr>
      <w:tr w:rsidR="0064678D" w:rsidRPr="00680783" w:rsidTr="00EF77B7">
        <w:trPr>
          <w:trHeight w:val="445"/>
        </w:trPr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  <w:spacing w:val="-7"/>
              </w:rPr>
              <w:lastRenderedPageBreak/>
              <w:t>1</w:t>
            </w:r>
            <w:r>
              <w:rPr>
                <w:rFonts w:ascii="Arial" w:hAnsi="Arial" w:cs="Arial"/>
                <w:spacing w:val="-7"/>
              </w:rPr>
              <w:t>1</w:t>
            </w:r>
            <w:r w:rsidRPr="00576950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Pr="00576950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6950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EB4303" w:rsidRPr="00EB308A" w:rsidRDefault="00EB4303" w:rsidP="00EB4303">
            <w:pPr>
              <w:rPr>
                <w:rFonts w:ascii="Arial" w:eastAsia="Calibri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1. </w:t>
            </w:r>
            <w:r w:rsidR="003D16B8" w:rsidRPr="00EB308A">
              <w:rPr>
                <w:rFonts w:ascii="Arial" w:hAnsi="Arial" w:cs="Arial"/>
                <w:u w:val="single" w:color="FFFFFF"/>
              </w:rPr>
              <w:t xml:space="preserve"> </w:t>
            </w:r>
            <w:r w:rsidR="00EB308A" w:rsidRPr="00EB308A">
              <w:rPr>
                <w:rFonts w:ascii="Arial" w:eastAsia="Calibri" w:hAnsi="Arial" w:cs="Arial"/>
              </w:rPr>
              <w:t>О</w:t>
            </w:r>
            <w:r w:rsidR="00B60397">
              <w:rPr>
                <w:rFonts w:ascii="Arial" w:eastAsia="Calibri" w:hAnsi="Arial" w:cs="Arial"/>
              </w:rPr>
              <w:t>ферты.</w:t>
            </w:r>
          </w:p>
          <w:p w:rsidR="0064678D" w:rsidRPr="00DE29B2" w:rsidRDefault="003D16B8" w:rsidP="00D16958">
            <w:pPr>
              <w:pStyle w:val="affc"/>
              <w:ind w:left="0"/>
              <w:rPr>
                <w:rFonts w:ascii="Arial" w:eastAsia="Calibri" w:hAnsi="Arial" w:cs="Arial"/>
              </w:rPr>
            </w:pPr>
            <w:r w:rsidRPr="00EB308A">
              <w:rPr>
                <w:rFonts w:ascii="Arial" w:eastAsia="Calibri" w:hAnsi="Arial" w:cs="Arial"/>
              </w:rPr>
              <w:t xml:space="preserve">2.  </w:t>
            </w:r>
            <w:r w:rsidR="00EB308A" w:rsidRPr="00EB308A">
              <w:rPr>
                <w:rFonts w:ascii="Arial" w:eastAsia="Calibri" w:hAnsi="Arial" w:cs="Arial"/>
              </w:rPr>
              <w:t>Л</w:t>
            </w:r>
            <w:r w:rsidR="00EB4303" w:rsidRPr="00EB308A">
              <w:rPr>
                <w:rFonts w:ascii="Arial" w:eastAsia="Calibri" w:hAnsi="Arial" w:cs="Arial"/>
              </w:rPr>
              <w:t>окальные сметы</w:t>
            </w:r>
            <w:r w:rsidRPr="00EB308A">
              <w:rPr>
                <w:rFonts w:ascii="Arial" w:eastAsia="Calibri" w:hAnsi="Arial" w:cs="Arial"/>
              </w:rPr>
              <w:t xml:space="preserve">: </w:t>
            </w:r>
            <w:r w:rsidR="00DE29B2">
              <w:rPr>
                <w:rFonts w:ascii="Arial" w:eastAsia="Calibri" w:hAnsi="Arial" w:cs="Arial"/>
              </w:rPr>
              <w:t xml:space="preserve">газон, </w:t>
            </w:r>
            <w:proofErr w:type="spellStart"/>
            <w:r w:rsidR="00062D55">
              <w:rPr>
                <w:rFonts w:ascii="Arial" w:hAnsi="Arial" w:cs="Arial"/>
              </w:rPr>
              <w:t>поребрик</w:t>
            </w:r>
            <w:proofErr w:type="spellEnd"/>
            <w:r w:rsidR="00062D55">
              <w:rPr>
                <w:rFonts w:ascii="Arial" w:hAnsi="Arial" w:cs="Arial"/>
              </w:rPr>
              <w:t xml:space="preserve"> газонный</w:t>
            </w:r>
            <w:r w:rsidR="00DE29B2">
              <w:rPr>
                <w:rFonts w:ascii="Arial" w:hAnsi="Arial" w:cs="Arial"/>
              </w:rPr>
              <w:t xml:space="preserve"> </w:t>
            </w:r>
            <w:r w:rsidR="00062D55">
              <w:rPr>
                <w:rFonts w:ascii="Arial" w:hAnsi="Arial" w:cs="Arial"/>
              </w:rPr>
              <w:t xml:space="preserve">(новый), </w:t>
            </w:r>
            <w:proofErr w:type="spellStart"/>
            <w:r w:rsidR="00062D55">
              <w:rPr>
                <w:rFonts w:ascii="Arial" w:hAnsi="Arial" w:cs="Arial"/>
              </w:rPr>
              <w:t>поребрик</w:t>
            </w:r>
            <w:proofErr w:type="spellEnd"/>
            <w:r w:rsidR="00062D55">
              <w:rPr>
                <w:rFonts w:ascii="Arial" w:hAnsi="Arial" w:cs="Arial"/>
              </w:rPr>
              <w:t xml:space="preserve"> газонный (б/у), тротуарная плитка (новая), тротуар из каменной крошки Т10см, у</w:t>
            </w:r>
            <w:r w:rsidR="00062D55" w:rsidRPr="00EB308A">
              <w:rPr>
                <w:rFonts w:ascii="Arial" w:hAnsi="Arial" w:cs="Arial"/>
              </w:rPr>
              <w:t>стройство водоотливного лотка</w:t>
            </w:r>
            <w:r w:rsidR="00062D55">
              <w:rPr>
                <w:rFonts w:ascii="Arial" w:hAnsi="Arial" w:cs="Arial"/>
              </w:rPr>
              <w:t>.</w:t>
            </w:r>
          </w:p>
        </w:tc>
      </w:tr>
      <w:tr w:rsidR="0064678D" w:rsidRPr="00680783" w:rsidTr="00EF77B7">
        <w:trPr>
          <w:trHeight w:val="424"/>
        </w:trPr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  <w:spacing w:val="-7"/>
              </w:rPr>
            </w:pPr>
            <w:r w:rsidRPr="00576950">
              <w:rPr>
                <w:rFonts w:ascii="Arial" w:hAnsi="Arial" w:cs="Arial"/>
                <w:spacing w:val="-7"/>
              </w:rPr>
              <w:t>1</w:t>
            </w:r>
            <w:r>
              <w:rPr>
                <w:rFonts w:ascii="Arial" w:hAnsi="Arial" w:cs="Arial"/>
                <w:spacing w:val="-7"/>
              </w:rPr>
              <w:t>2</w:t>
            </w:r>
            <w:r w:rsidRPr="00576950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576950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64678D" w:rsidRPr="00EB308A" w:rsidRDefault="00062D55" w:rsidP="00B02B1B">
            <w:pPr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u w:val="single" w:color="FFFFFF"/>
              </w:rPr>
              <w:t>При значительных (более 1</w:t>
            </w:r>
            <w:r w:rsidR="00EB308A" w:rsidRPr="00EB308A">
              <w:rPr>
                <w:rFonts w:ascii="Arial" w:hAnsi="Arial" w:cs="Arial"/>
                <w:u w:val="single" w:color="FFFFFF"/>
              </w:rPr>
              <w:t>0%) расхождениях в объемах работ по Заявке и факту, вызов уполномоченного представителя Заказчика с оформлением 2-х стороннего Акта с определением необходимого объема работ по восстановлению.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  <w:spacing w:val="-7"/>
              </w:rPr>
            </w:pPr>
            <w:r w:rsidRPr="00576950">
              <w:rPr>
                <w:rFonts w:ascii="Arial" w:hAnsi="Arial" w:cs="Arial"/>
                <w:spacing w:val="-7"/>
              </w:rPr>
              <w:t>1</w:t>
            </w:r>
            <w:r>
              <w:rPr>
                <w:rFonts w:ascii="Arial" w:hAnsi="Arial" w:cs="Arial"/>
                <w:spacing w:val="-7"/>
              </w:rPr>
              <w:t>3</w:t>
            </w:r>
            <w:r w:rsidRPr="00F743EA">
              <w:rPr>
                <w:rFonts w:ascii="Arial" w:hAnsi="Arial" w:cs="Arial"/>
                <w:spacing w:val="-7"/>
              </w:rPr>
              <w:t>. Требования</w:t>
            </w:r>
            <w:r w:rsidRPr="00F743EA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F743EA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4678D" w:rsidRPr="00EB308A" w:rsidRDefault="00835CAC" w:rsidP="00062D55">
            <w:pPr>
              <w:rPr>
                <w:rFonts w:ascii="Arial" w:hAnsi="Arial" w:cs="Arial"/>
                <w:spacing w:val="-9"/>
              </w:rPr>
            </w:pPr>
            <w:r w:rsidRPr="00EB308A">
              <w:rPr>
                <w:rFonts w:ascii="Arial" w:hAnsi="Arial" w:cs="Arial"/>
              </w:rPr>
              <w:t xml:space="preserve">СНиП </w:t>
            </w:r>
            <w:r w:rsidRPr="00EB308A">
              <w:rPr>
                <w:rFonts w:ascii="Arial" w:hAnsi="Arial" w:cs="Arial"/>
                <w:lang w:val="en-US"/>
              </w:rPr>
              <w:t>III</w:t>
            </w:r>
            <w:r w:rsidRPr="00EB308A">
              <w:rPr>
                <w:rFonts w:ascii="Arial" w:hAnsi="Arial" w:cs="Arial"/>
              </w:rPr>
              <w:t>-10-</w:t>
            </w:r>
            <w:r w:rsidR="007147F1" w:rsidRPr="00EB308A">
              <w:rPr>
                <w:rFonts w:ascii="Arial" w:hAnsi="Arial" w:cs="Arial"/>
              </w:rPr>
              <w:t xml:space="preserve">75 «Благоустройство территории»; </w:t>
            </w:r>
            <w:r w:rsidR="00D077A1" w:rsidRPr="00EB308A">
              <w:rPr>
                <w:rFonts w:ascii="Arial" w:hAnsi="Arial" w:cs="Arial"/>
              </w:rPr>
              <w:t xml:space="preserve">«Правила благоустройства, обеспечения чистоты и порядка в </w:t>
            </w:r>
            <w:r w:rsidR="00C02321" w:rsidRPr="00EB308A">
              <w:rPr>
                <w:rFonts w:ascii="Arial" w:hAnsi="Arial" w:cs="Arial"/>
              </w:rPr>
              <w:t>П</w:t>
            </w:r>
            <w:r w:rsidR="00D077A1" w:rsidRPr="00EB308A">
              <w:rPr>
                <w:rFonts w:ascii="Arial" w:hAnsi="Arial" w:cs="Arial"/>
              </w:rPr>
              <w:t>етрозаводском городском округе» 201</w:t>
            </w:r>
            <w:r w:rsidR="00C02321" w:rsidRPr="00EB308A">
              <w:rPr>
                <w:rFonts w:ascii="Arial" w:hAnsi="Arial" w:cs="Arial"/>
              </w:rPr>
              <w:t>4</w:t>
            </w:r>
            <w:r w:rsidR="00D077A1" w:rsidRPr="00EB308A">
              <w:rPr>
                <w:rFonts w:ascii="Arial" w:hAnsi="Arial" w:cs="Arial"/>
              </w:rPr>
              <w:t xml:space="preserve"> год</w:t>
            </w:r>
            <w:r w:rsidR="0085303F" w:rsidRPr="00EB308A">
              <w:rPr>
                <w:rFonts w:ascii="Arial" w:hAnsi="Arial" w:cs="Arial"/>
              </w:rPr>
              <w:t xml:space="preserve"> </w:t>
            </w:r>
            <w:r w:rsidR="00DE29B2">
              <w:rPr>
                <w:rFonts w:ascii="Arial" w:hAnsi="Arial" w:cs="Arial"/>
              </w:rPr>
              <w:t>(или в случае вступления новых Правил на их соответствие).</w:t>
            </w:r>
          </w:p>
        </w:tc>
      </w:tr>
      <w:tr w:rsidR="0064678D" w:rsidRPr="00680783" w:rsidTr="00EF77B7">
        <w:tc>
          <w:tcPr>
            <w:tcW w:w="4533" w:type="dxa"/>
          </w:tcPr>
          <w:p w:rsidR="0064678D" w:rsidRPr="00576950" w:rsidRDefault="0064678D">
            <w:pPr>
              <w:rPr>
                <w:rFonts w:ascii="Arial" w:hAnsi="Arial" w:cs="Arial"/>
                <w:spacing w:val="-7"/>
              </w:rPr>
            </w:pPr>
            <w:r w:rsidRPr="00576950">
              <w:rPr>
                <w:rFonts w:ascii="Arial" w:hAnsi="Arial" w:cs="Arial"/>
                <w:spacing w:val="-8"/>
              </w:rPr>
              <w:t>1</w:t>
            </w:r>
            <w:r>
              <w:rPr>
                <w:rFonts w:ascii="Arial" w:hAnsi="Arial" w:cs="Arial"/>
                <w:spacing w:val="-8"/>
              </w:rPr>
              <w:t>4</w:t>
            </w:r>
            <w:r w:rsidRPr="00576950">
              <w:rPr>
                <w:rFonts w:ascii="Arial" w:hAnsi="Arial" w:cs="Arial"/>
                <w:spacing w:val="-8"/>
              </w:rPr>
              <w:t xml:space="preserve">. </w:t>
            </w:r>
            <w:r>
              <w:rPr>
                <w:rFonts w:ascii="Arial" w:hAnsi="Arial" w:cs="Arial"/>
                <w:spacing w:val="-8"/>
              </w:rPr>
              <w:t>И</w:t>
            </w:r>
            <w:r w:rsidRPr="00576950">
              <w:rPr>
                <w:rFonts w:ascii="Arial" w:hAnsi="Arial" w:cs="Arial"/>
                <w:spacing w:val="-7"/>
              </w:rPr>
              <w:t>сходны</w:t>
            </w:r>
            <w:r>
              <w:rPr>
                <w:rFonts w:ascii="Arial" w:hAnsi="Arial" w:cs="Arial"/>
                <w:spacing w:val="-7"/>
              </w:rPr>
              <w:t>е</w:t>
            </w:r>
            <w:r w:rsidRPr="00576950">
              <w:rPr>
                <w:rFonts w:ascii="Arial" w:hAnsi="Arial" w:cs="Arial"/>
                <w:spacing w:val="-7"/>
              </w:rPr>
              <w:t xml:space="preserve"> данны</w:t>
            </w:r>
            <w:r>
              <w:rPr>
                <w:rFonts w:ascii="Arial" w:hAnsi="Arial" w:cs="Arial"/>
                <w:spacing w:val="-7"/>
              </w:rPr>
              <w:t>е</w:t>
            </w:r>
            <w:r w:rsidRPr="00576950">
              <w:rPr>
                <w:rFonts w:ascii="Arial" w:hAnsi="Arial" w:cs="Arial"/>
                <w:spacing w:val="-7"/>
              </w:rPr>
              <w:t xml:space="preserve"> для </w:t>
            </w:r>
            <w:r>
              <w:rPr>
                <w:rFonts w:ascii="Arial" w:hAnsi="Arial" w:cs="Arial"/>
                <w:spacing w:val="-7"/>
              </w:rPr>
              <w:t>выполнения работ</w:t>
            </w:r>
          </w:p>
        </w:tc>
        <w:tc>
          <w:tcPr>
            <w:tcW w:w="5777" w:type="dxa"/>
          </w:tcPr>
          <w:p w:rsidR="00EB308A" w:rsidRDefault="00062D55" w:rsidP="00EB308A">
            <w:pPr>
              <w:rPr>
                <w:rFonts w:ascii="Arial" w:hAnsi="Arial" w:cs="Arial"/>
                <w:u w:val="single" w:color="FFFFFF"/>
              </w:rPr>
            </w:pPr>
            <w:r>
              <w:rPr>
                <w:rFonts w:ascii="Arial" w:hAnsi="Arial" w:cs="Arial"/>
                <w:u w:val="single" w:color="FFFFFF"/>
              </w:rPr>
              <w:t xml:space="preserve">1. </w:t>
            </w:r>
            <w:r w:rsidR="00EB308A" w:rsidRPr="00EB308A">
              <w:rPr>
                <w:rFonts w:ascii="Arial" w:hAnsi="Arial" w:cs="Arial"/>
                <w:u w:val="single" w:color="FFFFFF"/>
              </w:rPr>
              <w:t>Заказчик передает Исполнителю список объектов, с копиями</w:t>
            </w:r>
            <w:r>
              <w:rPr>
                <w:rFonts w:ascii="Arial" w:hAnsi="Arial" w:cs="Arial"/>
                <w:u w:val="single" w:color="FFFFFF"/>
              </w:rPr>
              <w:t xml:space="preserve"> договоров-заявок и</w:t>
            </w:r>
            <w:r w:rsidR="00EB308A" w:rsidRPr="00EB308A">
              <w:rPr>
                <w:rFonts w:ascii="Arial" w:hAnsi="Arial" w:cs="Arial"/>
                <w:u w:val="single" w:color="FFFFFF"/>
              </w:rPr>
              <w:t xml:space="preserve"> схем,  </w:t>
            </w:r>
            <w:r w:rsidR="00EB308A" w:rsidRPr="00EB308A">
              <w:rPr>
                <w:rFonts w:ascii="Arial" w:hAnsi="Arial" w:cs="Arial"/>
              </w:rPr>
              <w:t xml:space="preserve">являющихся приложениями к договорам </w:t>
            </w:r>
            <w:proofErr w:type="gramStart"/>
            <w:r w:rsidR="00EB308A" w:rsidRPr="00EB308A">
              <w:rPr>
                <w:rFonts w:ascii="Arial" w:hAnsi="Arial" w:cs="Arial"/>
              </w:rPr>
              <w:t>–з</w:t>
            </w:r>
            <w:proofErr w:type="gramEnd"/>
            <w:r w:rsidR="00EB308A" w:rsidRPr="00EB308A">
              <w:rPr>
                <w:rFonts w:ascii="Arial" w:hAnsi="Arial" w:cs="Arial"/>
              </w:rPr>
              <w:t>аявкам на зем</w:t>
            </w:r>
            <w:r w:rsidR="00B60397">
              <w:rPr>
                <w:rFonts w:ascii="Arial" w:hAnsi="Arial" w:cs="Arial"/>
              </w:rPr>
              <w:t xml:space="preserve">ляные </w:t>
            </w:r>
            <w:r w:rsidR="00EB308A" w:rsidRPr="00EB308A">
              <w:rPr>
                <w:rFonts w:ascii="Arial" w:hAnsi="Arial" w:cs="Arial"/>
              </w:rPr>
              <w:t>работы, заключенным между Заказчиком и Администрацией ПГО</w:t>
            </w:r>
            <w:r w:rsidR="00EB308A" w:rsidRPr="00EB308A">
              <w:rPr>
                <w:rFonts w:ascii="Arial" w:hAnsi="Arial" w:cs="Arial"/>
                <w:u w:val="single" w:color="FFFFFF"/>
              </w:rPr>
              <w:t xml:space="preserve"> </w:t>
            </w:r>
          </w:p>
          <w:p w:rsidR="00062D55" w:rsidRDefault="00062D55" w:rsidP="00EB308A">
            <w:pPr>
              <w:rPr>
                <w:rFonts w:ascii="Arial" w:hAnsi="Arial" w:cs="Arial"/>
                <w:u w:val="single" w:color="FFFFFF"/>
              </w:rPr>
            </w:pPr>
            <w:r>
              <w:rPr>
                <w:rFonts w:ascii="Arial" w:hAnsi="Arial" w:cs="Arial"/>
                <w:u w:val="single" w:color="FFFFFF"/>
              </w:rPr>
              <w:t xml:space="preserve">2. </w:t>
            </w:r>
            <w:r w:rsidRPr="00EB308A">
              <w:rPr>
                <w:rFonts w:ascii="Arial" w:hAnsi="Arial" w:cs="Arial"/>
                <w:u w:val="single" w:color="FFFFFF"/>
              </w:rPr>
              <w:t>Заказчик передает Исполнителю</w:t>
            </w:r>
            <w:r>
              <w:rPr>
                <w:rFonts w:ascii="Arial" w:hAnsi="Arial" w:cs="Arial"/>
                <w:u w:val="single" w:color="FFFFFF"/>
              </w:rPr>
              <w:t xml:space="preserve"> форму Акта сдачи приемки работ по благоустройству, согласованную с АПГО ( далее </w:t>
            </w:r>
            <w:proofErr w:type="gramStart"/>
            <w:r>
              <w:rPr>
                <w:rFonts w:ascii="Arial" w:hAnsi="Arial" w:cs="Arial"/>
                <w:u w:val="single" w:color="FFFFFF"/>
              </w:rPr>
              <w:t>–А</w:t>
            </w:r>
            <w:proofErr w:type="gramEnd"/>
            <w:r>
              <w:rPr>
                <w:rFonts w:ascii="Arial" w:hAnsi="Arial" w:cs="Arial"/>
                <w:u w:val="single" w:color="FFFFFF"/>
              </w:rPr>
              <w:t>кт установленной формы).</w:t>
            </w:r>
          </w:p>
          <w:p w:rsidR="000E0A96" w:rsidRDefault="000E0A96" w:rsidP="00EB308A">
            <w:pPr>
              <w:rPr>
                <w:rFonts w:ascii="Arial" w:hAnsi="Arial" w:cs="Arial"/>
                <w:u w:val="single" w:color="FFFFFF"/>
              </w:rPr>
            </w:pPr>
            <w:r>
              <w:rPr>
                <w:rFonts w:ascii="Arial" w:hAnsi="Arial" w:cs="Arial"/>
                <w:u w:val="single" w:color="FFFFFF"/>
              </w:rPr>
              <w:t xml:space="preserve">3. </w:t>
            </w:r>
            <w:r w:rsidRPr="00EB308A">
              <w:rPr>
                <w:rFonts w:ascii="Arial" w:hAnsi="Arial" w:cs="Arial"/>
                <w:u w:val="single" w:color="FFFFFF"/>
              </w:rPr>
              <w:t>Заказчик передает Исполнителю</w:t>
            </w:r>
            <w:r>
              <w:rPr>
                <w:rFonts w:ascii="Arial" w:hAnsi="Arial" w:cs="Arial"/>
                <w:u w:val="single" w:color="FFFFFF"/>
              </w:rPr>
              <w:t xml:space="preserve"> дефектную ведомость.</w:t>
            </w:r>
          </w:p>
          <w:p w:rsidR="00062D55" w:rsidRPr="00EB308A" w:rsidRDefault="000E0A96" w:rsidP="00EB308A">
            <w:pPr>
              <w:rPr>
                <w:rFonts w:ascii="Arial" w:hAnsi="Arial" w:cs="Arial"/>
                <w:u w:val="single" w:color="FFFFFF"/>
              </w:rPr>
            </w:pPr>
            <w:r>
              <w:rPr>
                <w:rFonts w:ascii="Arial" w:hAnsi="Arial" w:cs="Arial"/>
                <w:u w:val="single" w:color="FFFFFF"/>
              </w:rPr>
              <w:t>4. Заказчик оформляет с исполнителем Акт приема – передачи объекта с указанием наименований и объемов работ.</w:t>
            </w:r>
          </w:p>
          <w:p w:rsidR="00EB308A" w:rsidRPr="00EB308A" w:rsidRDefault="00EB308A" w:rsidP="00EB308A">
            <w:pPr>
              <w:rPr>
                <w:rFonts w:ascii="Arial" w:hAnsi="Arial" w:cs="Arial"/>
                <w:u w:val="single" w:color="FFFFFF"/>
                <w:vertAlign w:val="superscript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Предварительный объем работ составит </w:t>
            </w:r>
            <w:r w:rsidR="003B2831">
              <w:rPr>
                <w:rFonts w:ascii="Arial" w:hAnsi="Arial" w:cs="Arial"/>
                <w:u w:val="single" w:color="FFFFFF"/>
              </w:rPr>
              <w:t>2749</w:t>
            </w:r>
            <w:r w:rsidRPr="00EB308A">
              <w:rPr>
                <w:rFonts w:ascii="Arial" w:hAnsi="Arial" w:cs="Arial"/>
                <w:u w:val="single" w:color="FFFFFF"/>
              </w:rPr>
              <w:t xml:space="preserve"> м</w:t>
            </w:r>
            <w:proofErr w:type="gramStart"/>
            <w:r w:rsidRPr="00EB308A">
              <w:rPr>
                <w:rFonts w:ascii="Arial" w:hAnsi="Arial" w:cs="Arial"/>
                <w:u w:val="single" w:color="FFFFFF"/>
                <w:vertAlign w:val="superscript"/>
              </w:rPr>
              <w:t>2</w:t>
            </w:r>
            <w:proofErr w:type="gramEnd"/>
          </w:p>
          <w:p w:rsidR="0064678D" w:rsidRPr="00EB308A" w:rsidRDefault="00EB308A" w:rsidP="00EB308A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EB308A">
              <w:rPr>
                <w:rFonts w:ascii="Arial" w:hAnsi="Arial" w:cs="Arial"/>
                <w:sz w:val="28"/>
                <w:u w:val="single" w:color="FFFFFF"/>
                <w:vertAlign w:val="superscript"/>
              </w:rPr>
              <w:t xml:space="preserve"> </w:t>
            </w:r>
            <w:r w:rsidRPr="00EB308A">
              <w:rPr>
                <w:rFonts w:ascii="Arial" w:hAnsi="Arial" w:cs="Arial"/>
              </w:rPr>
              <w:t>разрытий</w:t>
            </w:r>
            <w:r w:rsidR="00A55936">
              <w:rPr>
                <w:rFonts w:ascii="Arial" w:hAnsi="Arial" w:cs="Arial"/>
              </w:rPr>
              <w:t>,</w:t>
            </w:r>
            <w:r w:rsidRPr="00EB308A">
              <w:rPr>
                <w:rFonts w:ascii="Arial" w:hAnsi="Arial" w:cs="Arial"/>
              </w:rPr>
              <w:t xml:space="preserve"> из-за повреждений на тепловых сетях, Заказчик передает дополнительные списки </w:t>
            </w:r>
            <w:r w:rsidRPr="00EB308A">
              <w:rPr>
                <w:rFonts w:ascii="Arial" w:hAnsi="Arial" w:cs="Arial"/>
                <w:u w:val="single" w:color="FFFFFF"/>
              </w:rPr>
              <w:t>объектов, с копиями схем.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  <w:spacing w:val="-8"/>
              </w:rPr>
            </w:pPr>
            <w:r w:rsidRPr="0057695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576950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777" w:type="dxa"/>
          </w:tcPr>
          <w:p w:rsidR="00074487" w:rsidRPr="00EB308A" w:rsidRDefault="00074487" w:rsidP="00563B85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Сметная документация должна разрабатываться  в соответствии с МДС 81-35.2004 с применением ТСНБ-2001 Республики Карелия (редакция 2009 г.). Расчет производить в текущих ценах </w:t>
            </w:r>
            <w:proofErr w:type="spellStart"/>
            <w:r w:rsidRPr="00EB308A">
              <w:rPr>
                <w:rFonts w:ascii="Arial" w:hAnsi="Arial" w:cs="Arial"/>
              </w:rPr>
              <w:t>базисно-индексным</w:t>
            </w:r>
            <w:proofErr w:type="spellEnd"/>
            <w:r w:rsidRPr="00EB308A">
              <w:rPr>
                <w:rFonts w:ascii="Arial" w:hAnsi="Arial" w:cs="Arial"/>
              </w:rPr>
              <w:t xml:space="preserve"> методом. Для  пересчета использовать индексы к элементам прямых затрат единичных  расценок, ежеквартально устанавливаемых Распоряжением Минстроя РК. </w:t>
            </w:r>
          </w:p>
          <w:p w:rsidR="00074487" w:rsidRDefault="00074487" w:rsidP="00563B85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>Сметы предоставить в ПК «ГРАНД-Смета».</w:t>
            </w:r>
          </w:p>
          <w:p w:rsidR="000E0A96" w:rsidRPr="00EB308A" w:rsidRDefault="000E0A96" w:rsidP="00563B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Оформить сметы, как приложение к договору.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 w:rsidRPr="00576950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777" w:type="dxa"/>
          </w:tcPr>
          <w:p w:rsidR="00074487" w:rsidRPr="00EB308A" w:rsidRDefault="00497244" w:rsidP="00497244">
            <w:pPr>
              <w:rPr>
                <w:rFonts w:ascii="Arial" w:hAnsi="Arial" w:cs="Arial"/>
                <w:spacing w:val="-4"/>
              </w:rPr>
            </w:pPr>
            <w:r w:rsidRPr="00EB308A">
              <w:rPr>
                <w:rFonts w:ascii="Arial" w:hAnsi="Arial" w:cs="Arial"/>
                <w:u w:val="single" w:color="FFFFFF"/>
                <w:lang w:val="en-US"/>
              </w:rPr>
              <w:t xml:space="preserve">Согласно </w:t>
            </w:r>
            <w:r w:rsidR="00690422" w:rsidRPr="00EB308A">
              <w:rPr>
                <w:rFonts w:ascii="Arial" w:hAnsi="Arial" w:cs="Arial"/>
                <w:u w:val="single" w:color="FFFFFF"/>
                <w:lang w:val="en-US"/>
              </w:rPr>
              <w:t xml:space="preserve">требованиям </w:t>
            </w:r>
            <w:r w:rsidRPr="00EB308A">
              <w:rPr>
                <w:rFonts w:ascii="Arial" w:hAnsi="Arial" w:cs="Arial"/>
                <w:u w:val="single" w:color="FFFFFF"/>
                <w:lang w:val="en-US"/>
              </w:rPr>
              <w:t>действующего законодательства.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 w:rsidRPr="00576950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074487" w:rsidRPr="00EB308A" w:rsidRDefault="004A651D" w:rsidP="009914FF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не требуется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680783" w:rsidRDefault="00074487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576950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074487" w:rsidRPr="00EB308A" w:rsidRDefault="004A651D" w:rsidP="009914FF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не требуется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F743EA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074487" w:rsidRPr="00EB308A" w:rsidRDefault="00497244" w:rsidP="00497244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Согласно </w:t>
            </w:r>
            <w:r w:rsidR="00690422" w:rsidRPr="00EB308A">
              <w:rPr>
                <w:rFonts w:ascii="Arial" w:hAnsi="Arial" w:cs="Arial"/>
                <w:u w:val="single" w:color="FFFFFF"/>
              </w:rPr>
              <w:t xml:space="preserve">требованиям </w:t>
            </w:r>
            <w:r w:rsidRPr="00EB308A">
              <w:rPr>
                <w:rFonts w:ascii="Arial" w:hAnsi="Arial" w:cs="Arial"/>
                <w:u w:val="single" w:color="FFFFFF"/>
              </w:rPr>
              <w:t>действующего законодательства.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680783" w:rsidRDefault="00074487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  <w:r w:rsidRPr="0057695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6950">
              <w:rPr>
                <w:rFonts w:ascii="Arial" w:hAnsi="Arial" w:cs="Arial"/>
              </w:rPr>
              <w:t>Требования</w:t>
            </w:r>
          </w:p>
          <w:p w:rsidR="00074487" w:rsidRPr="00680783" w:rsidRDefault="00074487" w:rsidP="00680783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6950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074487" w:rsidRPr="00EB308A" w:rsidRDefault="00497244" w:rsidP="00497244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Согласно </w:t>
            </w:r>
            <w:r w:rsidR="00690422" w:rsidRPr="00EB308A">
              <w:rPr>
                <w:rFonts w:ascii="Arial" w:hAnsi="Arial" w:cs="Arial"/>
                <w:u w:val="single" w:color="FFFFFF"/>
              </w:rPr>
              <w:t xml:space="preserve">требованиям </w:t>
            </w:r>
            <w:r w:rsidRPr="00EB308A">
              <w:rPr>
                <w:rFonts w:ascii="Arial" w:hAnsi="Arial" w:cs="Arial"/>
                <w:u w:val="single" w:color="FFFFFF"/>
              </w:rPr>
              <w:t>действующего законодательства.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  <w:spacing w:val="-6"/>
              </w:rPr>
              <w:t>2</w:t>
            </w:r>
            <w:r>
              <w:rPr>
                <w:rFonts w:ascii="Arial" w:hAnsi="Arial" w:cs="Arial"/>
                <w:spacing w:val="-6"/>
              </w:rPr>
              <w:t>1</w:t>
            </w:r>
            <w:r w:rsidRPr="00576950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Pr="00576950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6950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6950">
              <w:rPr>
                <w:rFonts w:ascii="Arial" w:hAnsi="Arial" w:cs="Arial"/>
              </w:rPr>
              <w:t xml:space="preserve">по предупреждению </w:t>
            </w:r>
            <w:r w:rsidRPr="00576950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6950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074487" w:rsidRPr="00EB308A" w:rsidRDefault="00497244" w:rsidP="00497244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 xml:space="preserve">Согласно </w:t>
            </w:r>
            <w:r w:rsidR="00690422" w:rsidRPr="00EB308A">
              <w:rPr>
                <w:rFonts w:ascii="Arial" w:hAnsi="Arial" w:cs="Arial"/>
                <w:u w:val="single" w:color="FFFFFF"/>
              </w:rPr>
              <w:t xml:space="preserve">требованиям </w:t>
            </w:r>
            <w:r w:rsidRPr="00EB308A">
              <w:rPr>
                <w:rFonts w:ascii="Arial" w:hAnsi="Arial" w:cs="Arial"/>
                <w:u w:val="single" w:color="FFFFFF"/>
              </w:rPr>
              <w:t>действующего законодательства.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  <w:spacing w:val="-6"/>
              </w:rPr>
            </w:pPr>
            <w:r w:rsidRPr="0057695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576950">
              <w:rPr>
                <w:rFonts w:ascii="Arial" w:hAnsi="Arial" w:cs="Arial"/>
              </w:rPr>
              <w:t xml:space="preserve">. Сроки </w:t>
            </w:r>
            <w:r>
              <w:rPr>
                <w:rFonts w:ascii="Arial" w:hAnsi="Arial" w:cs="Arial"/>
              </w:rPr>
              <w:t xml:space="preserve">выполнения </w:t>
            </w:r>
            <w:r w:rsidRPr="00576950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(по основным </w:t>
            </w:r>
            <w:r>
              <w:rPr>
                <w:rFonts w:ascii="Arial" w:hAnsi="Arial" w:cs="Arial"/>
              </w:rPr>
              <w:lastRenderedPageBreak/>
              <w:t>этапам)</w:t>
            </w:r>
          </w:p>
        </w:tc>
        <w:tc>
          <w:tcPr>
            <w:tcW w:w="5777" w:type="dxa"/>
          </w:tcPr>
          <w:p w:rsidR="000E0A96" w:rsidRDefault="00EB308A" w:rsidP="00EB308A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lastRenderedPageBreak/>
              <w:t xml:space="preserve">Сроки выполнения работ не должны превышать сроки </w:t>
            </w:r>
            <w:r w:rsidR="000E0A96">
              <w:rPr>
                <w:rFonts w:ascii="Arial" w:hAnsi="Arial" w:cs="Arial"/>
              </w:rPr>
              <w:lastRenderedPageBreak/>
              <w:t xml:space="preserve">согласованного между Заказчиком и Подрядчиком графика производства работ.   </w:t>
            </w:r>
          </w:p>
          <w:p w:rsidR="00EB308A" w:rsidRPr="00EB308A" w:rsidRDefault="000E0A96" w:rsidP="00EB30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Плановые заявки передаются Заказчиком Подрядчику за 20 суток до начала производства работ, срочные – за</w:t>
            </w:r>
            <w:r w:rsidR="00DE29B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 суток.</w:t>
            </w:r>
          </w:p>
          <w:p w:rsidR="00074487" w:rsidRDefault="00EB308A" w:rsidP="00E662D5">
            <w:pPr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Начало работ – не позднее </w:t>
            </w:r>
            <w:r w:rsidR="00E70DEE">
              <w:rPr>
                <w:rFonts w:ascii="Arial" w:hAnsi="Arial" w:cs="Arial"/>
              </w:rPr>
              <w:t>2</w:t>
            </w:r>
            <w:r w:rsidR="00B60397">
              <w:rPr>
                <w:rFonts w:ascii="Arial" w:hAnsi="Arial" w:cs="Arial"/>
              </w:rPr>
              <w:t>4</w:t>
            </w:r>
            <w:r w:rsidRPr="00EB308A">
              <w:rPr>
                <w:rFonts w:ascii="Arial" w:hAnsi="Arial" w:cs="Arial"/>
              </w:rPr>
              <w:t>.0</w:t>
            </w:r>
            <w:r w:rsidR="00E70DEE">
              <w:rPr>
                <w:rFonts w:ascii="Arial" w:hAnsi="Arial" w:cs="Arial"/>
              </w:rPr>
              <w:t>4</w:t>
            </w:r>
            <w:r w:rsidRPr="00EB308A">
              <w:rPr>
                <w:rFonts w:ascii="Arial" w:hAnsi="Arial" w:cs="Arial"/>
              </w:rPr>
              <w:t>.201</w:t>
            </w:r>
            <w:r w:rsidR="00CA547E">
              <w:rPr>
                <w:rFonts w:ascii="Arial" w:hAnsi="Arial" w:cs="Arial"/>
              </w:rPr>
              <w:t>8</w:t>
            </w:r>
            <w:r w:rsidRPr="00EB308A">
              <w:rPr>
                <w:rFonts w:ascii="Arial" w:hAnsi="Arial" w:cs="Arial"/>
              </w:rPr>
              <w:t>,</w:t>
            </w:r>
            <w:r w:rsidR="000E0A96">
              <w:rPr>
                <w:rFonts w:ascii="Arial" w:hAnsi="Arial" w:cs="Arial"/>
              </w:rPr>
              <w:t xml:space="preserve"> при </w:t>
            </w:r>
            <w:r w:rsidR="00E662D5">
              <w:rPr>
                <w:rFonts w:ascii="Arial" w:hAnsi="Arial" w:cs="Arial"/>
              </w:rPr>
              <w:t>благоприятных погодных условиях.</w:t>
            </w:r>
            <w:r w:rsidR="000E0A96">
              <w:rPr>
                <w:rFonts w:ascii="Arial" w:hAnsi="Arial" w:cs="Arial"/>
              </w:rPr>
              <w:t xml:space="preserve"> </w:t>
            </w:r>
            <w:r w:rsidRPr="00EB308A">
              <w:rPr>
                <w:rFonts w:ascii="Arial" w:hAnsi="Arial" w:cs="Arial"/>
              </w:rPr>
              <w:t>Окончание работ в зависимости от погодных и технологиче</w:t>
            </w:r>
            <w:r w:rsidR="00B60397">
              <w:rPr>
                <w:rFonts w:ascii="Arial" w:hAnsi="Arial" w:cs="Arial"/>
              </w:rPr>
              <w:t xml:space="preserve">ских условий, ориентировочно - </w:t>
            </w:r>
            <w:r w:rsidR="000E0A96">
              <w:rPr>
                <w:rFonts w:ascii="Arial" w:hAnsi="Arial" w:cs="Arial"/>
              </w:rPr>
              <w:t>31</w:t>
            </w:r>
            <w:r w:rsidRPr="00EB308A">
              <w:rPr>
                <w:rFonts w:ascii="Arial" w:hAnsi="Arial" w:cs="Arial"/>
              </w:rPr>
              <w:t>.10.201</w:t>
            </w:r>
            <w:r w:rsidR="00CA547E">
              <w:rPr>
                <w:rFonts w:ascii="Arial" w:hAnsi="Arial" w:cs="Arial"/>
              </w:rPr>
              <w:t>8</w:t>
            </w:r>
            <w:r w:rsidRPr="00EB308A">
              <w:rPr>
                <w:rFonts w:ascii="Arial" w:hAnsi="Arial" w:cs="Arial"/>
              </w:rPr>
              <w:t xml:space="preserve"> г.</w:t>
            </w:r>
          </w:p>
          <w:p w:rsidR="00E662D5" w:rsidRPr="00EB308A" w:rsidRDefault="00E662D5" w:rsidP="00E662D5">
            <w:pPr>
              <w:rPr>
                <w:rFonts w:ascii="Arial" w:hAnsi="Arial" w:cs="Arial"/>
              </w:rPr>
            </w:pPr>
          </w:p>
        </w:tc>
      </w:tr>
      <w:tr w:rsidR="00074487" w:rsidRPr="00680783" w:rsidTr="00EF77B7">
        <w:trPr>
          <w:trHeight w:val="493"/>
        </w:trPr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</w:rPr>
              <w:lastRenderedPageBreak/>
              <w:t>2</w:t>
            </w:r>
            <w:r>
              <w:rPr>
                <w:rFonts w:ascii="Arial" w:hAnsi="Arial" w:cs="Arial"/>
              </w:rPr>
              <w:t>3</w:t>
            </w:r>
            <w:r w:rsidRPr="00576950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Требования по с</w:t>
            </w:r>
            <w:r w:rsidRPr="00576950">
              <w:rPr>
                <w:rFonts w:ascii="Arial" w:hAnsi="Arial" w:cs="Arial"/>
              </w:rPr>
              <w:t>огласовани</w:t>
            </w:r>
            <w:r>
              <w:rPr>
                <w:rFonts w:ascii="Arial" w:hAnsi="Arial" w:cs="Arial"/>
              </w:rPr>
              <w:t>ю</w:t>
            </w:r>
            <w:r w:rsidRPr="00576950">
              <w:rPr>
                <w:rFonts w:ascii="Arial" w:hAnsi="Arial" w:cs="Arial"/>
              </w:rPr>
              <w:t xml:space="preserve"> </w:t>
            </w:r>
            <w:r w:rsidRPr="00576950">
              <w:rPr>
                <w:rFonts w:ascii="Arial" w:hAnsi="Arial" w:cs="Arial"/>
                <w:spacing w:val="-1"/>
              </w:rPr>
              <w:t xml:space="preserve">проектной </w:t>
            </w:r>
            <w:r w:rsidRPr="00576950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074487" w:rsidRPr="00EB308A" w:rsidRDefault="00EB308A" w:rsidP="000E0A96">
            <w:pPr>
              <w:tabs>
                <w:tab w:val="left" w:pos="318"/>
              </w:tabs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Локальные сметы на производство работ согласовать не позднее, чем за 1</w:t>
            </w:r>
            <w:r w:rsidR="000E0A96">
              <w:rPr>
                <w:rFonts w:ascii="Arial" w:hAnsi="Arial" w:cs="Arial"/>
                <w:u w:val="single" w:color="FFFFFF"/>
              </w:rPr>
              <w:t>4 календарных дней</w:t>
            </w:r>
            <w:r w:rsidRPr="00EB308A">
              <w:rPr>
                <w:rFonts w:ascii="Arial" w:hAnsi="Arial" w:cs="Arial"/>
                <w:u w:val="single" w:color="FFFFFF"/>
              </w:rPr>
              <w:t xml:space="preserve"> до начала проведения работ с оформлением</w:t>
            </w:r>
            <w:r w:rsidRPr="00EB308A">
              <w:rPr>
                <w:rFonts w:ascii="Arial" w:hAnsi="Arial" w:cs="Arial"/>
              </w:rPr>
              <w:t xml:space="preserve"> Протокола согласования единичных расценок на работы по восстановлению благоустройства между Заказчиком и Подрядчиком</w:t>
            </w:r>
          </w:p>
        </w:tc>
      </w:tr>
      <w:tr w:rsidR="00EB308A" w:rsidRPr="00680783" w:rsidTr="00EF77B7">
        <w:tc>
          <w:tcPr>
            <w:tcW w:w="4533" w:type="dxa"/>
          </w:tcPr>
          <w:p w:rsidR="00EB308A" w:rsidRPr="00576950" w:rsidRDefault="00EB308A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  <w:spacing w:val="-8"/>
              </w:rPr>
              <w:t>2</w:t>
            </w:r>
            <w:r>
              <w:rPr>
                <w:rFonts w:ascii="Arial" w:hAnsi="Arial" w:cs="Arial"/>
                <w:spacing w:val="-8"/>
              </w:rPr>
              <w:t>4</w:t>
            </w:r>
            <w:r w:rsidRPr="00576950">
              <w:rPr>
                <w:rFonts w:ascii="Arial" w:hAnsi="Arial" w:cs="Arial"/>
                <w:spacing w:val="-8"/>
              </w:rPr>
              <w:t>.</w:t>
            </w:r>
            <w:r>
              <w:rPr>
                <w:rFonts w:ascii="Arial" w:hAnsi="Arial" w:cs="Arial"/>
                <w:spacing w:val="-8"/>
              </w:rPr>
              <w:t xml:space="preserve"> Требования к составу и содержанию д</w:t>
            </w:r>
            <w:r w:rsidRPr="00576950">
              <w:rPr>
                <w:rFonts w:ascii="Arial" w:hAnsi="Arial" w:cs="Arial"/>
                <w:spacing w:val="-8"/>
              </w:rPr>
              <w:t>окумент</w:t>
            </w:r>
            <w:r>
              <w:rPr>
                <w:rFonts w:ascii="Arial" w:hAnsi="Arial" w:cs="Arial"/>
                <w:spacing w:val="-8"/>
              </w:rPr>
              <w:t>ов</w:t>
            </w:r>
            <w:r w:rsidRPr="00576950">
              <w:rPr>
                <w:rFonts w:ascii="Arial" w:hAnsi="Arial" w:cs="Arial"/>
                <w:spacing w:val="-8"/>
              </w:rPr>
              <w:t>, передаваемы</w:t>
            </w:r>
            <w:r>
              <w:rPr>
                <w:rFonts w:ascii="Arial" w:hAnsi="Arial" w:cs="Arial"/>
                <w:spacing w:val="-8"/>
              </w:rPr>
              <w:t>х</w:t>
            </w:r>
            <w:r w:rsidRPr="00576950">
              <w:rPr>
                <w:rFonts w:ascii="Arial" w:hAnsi="Arial" w:cs="Arial"/>
                <w:spacing w:val="-8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Pr="00576950">
              <w:rPr>
                <w:rFonts w:ascii="Arial" w:hAnsi="Arial" w:cs="Arial"/>
              </w:rPr>
              <w:t xml:space="preserve">одрядчиком </w:t>
            </w:r>
            <w:r>
              <w:rPr>
                <w:rFonts w:ascii="Arial" w:hAnsi="Arial" w:cs="Arial"/>
              </w:rPr>
              <w:t>з</w:t>
            </w:r>
            <w:r w:rsidRPr="00576950">
              <w:rPr>
                <w:rFonts w:ascii="Arial" w:hAnsi="Arial" w:cs="Arial"/>
              </w:rPr>
              <w:t>аказчику</w:t>
            </w:r>
          </w:p>
        </w:tc>
        <w:tc>
          <w:tcPr>
            <w:tcW w:w="5777" w:type="dxa"/>
          </w:tcPr>
          <w:p w:rsidR="00B60397" w:rsidRPr="00EB308A" w:rsidRDefault="00EB308A" w:rsidP="005F6DD9">
            <w:pPr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Акты выполненных работ форма КС-2 (8 граф), справки о стоимости выполненных работ КС-3, счета на предоплату, счета-фактуры, </w:t>
            </w:r>
            <w:r w:rsidRPr="00EB308A">
              <w:rPr>
                <w:rFonts w:ascii="Arial" w:hAnsi="Arial" w:cs="Arial"/>
                <w:u w:val="single" w:color="FFFFFF"/>
              </w:rPr>
              <w:t xml:space="preserve">акты установленной формы на соответствие выполненных работ требованиям </w:t>
            </w:r>
            <w:r w:rsidRPr="00EB308A">
              <w:rPr>
                <w:rFonts w:ascii="Arial" w:hAnsi="Arial" w:cs="Arial"/>
              </w:rPr>
              <w:t>«Правил благоустройства, обеспечения чистоты и порядка в Петрозаводском городском округе» 2014 год</w:t>
            </w:r>
            <w:r w:rsidR="00B60397">
              <w:rPr>
                <w:rFonts w:ascii="Arial" w:hAnsi="Arial" w:cs="Arial"/>
              </w:rPr>
              <w:t xml:space="preserve"> </w:t>
            </w:r>
            <w:r w:rsidR="00DE29B2">
              <w:rPr>
                <w:rFonts w:ascii="Arial" w:hAnsi="Arial" w:cs="Arial"/>
              </w:rPr>
              <w:t>(или в случае вступления новых Правил на их соответствие)</w:t>
            </w:r>
            <w:r w:rsidR="005F6DD9">
              <w:rPr>
                <w:rFonts w:ascii="Arial" w:hAnsi="Arial" w:cs="Arial"/>
              </w:rPr>
              <w:t>.</w:t>
            </w:r>
          </w:p>
        </w:tc>
      </w:tr>
      <w:tr w:rsidR="00074487" w:rsidRPr="00680783" w:rsidTr="00EF77B7">
        <w:trPr>
          <w:trHeight w:val="567"/>
        </w:trPr>
        <w:tc>
          <w:tcPr>
            <w:tcW w:w="4533" w:type="dxa"/>
          </w:tcPr>
          <w:p w:rsidR="00074487" w:rsidRPr="00F250B3" w:rsidRDefault="00074487" w:rsidP="00680783">
            <w:pPr>
              <w:rPr>
                <w:rFonts w:ascii="Arial" w:hAnsi="Arial" w:cs="Arial"/>
                <w:spacing w:val="-7"/>
              </w:rPr>
            </w:pPr>
            <w:r w:rsidRPr="0057695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  <w:r w:rsidRPr="00576950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Требования по к</w:t>
            </w:r>
            <w:r w:rsidRPr="00576950">
              <w:rPr>
                <w:rFonts w:ascii="Arial" w:hAnsi="Arial" w:cs="Arial"/>
              </w:rPr>
              <w:t>оличеств</w:t>
            </w:r>
            <w:r>
              <w:rPr>
                <w:rFonts w:ascii="Arial" w:hAnsi="Arial" w:cs="Arial"/>
              </w:rPr>
              <w:t>у</w:t>
            </w:r>
            <w:r w:rsidRPr="00576950">
              <w:rPr>
                <w:rFonts w:ascii="Arial" w:hAnsi="Arial" w:cs="Arial"/>
              </w:rPr>
              <w:t xml:space="preserve"> </w:t>
            </w:r>
            <w:r w:rsidRPr="00576950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6950">
              <w:rPr>
                <w:rFonts w:ascii="Arial" w:hAnsi="Arial" w:cs="Arial"/>
                <w:spacing w:val="-7"/>
              </w:rPr>
              <w:t xml:space="preserve">передаваемой </w:t>
            </w:r>
            <w:r>
              <w:rPr>
                <w:rFonts w:ascii="Arial" w:hAnsi="Arial" w:cs="Arial"/>
                <w:spacing w:val="-7"/>
              </w:rPr>
              <w:t>з</w:t>
            </w:r>
            <w:r w:rsidRPr="00576950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5777" w:type="dxa"/>
          </w:tcPr>
          <w:p w:rsidR="00074487" w:rsidRPr="00EB308A" w:rsidRDefault="00074487" w:rsidP="00C66008">
            <w:pPr>
              <w:jc w:val="both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>Документация предоставляе</w:t>
            </w:r>
            <w:r w:rsidR="00C66008">
              <w:rPr>
                <w:rFonts w:ascii="Arial" w:hAnsi="Arial" w:cs="Arial"/>
              </w:rPr>
              <w:t>тс</w:t>
            </w:r>
            <w:r w:rsidRPr="00EB308A">
              <w:rPr>
                <w:rFonts w:ascii="Arial" w:hAnsi="Arial" w:cs="Arial"/>
              </w:rPr>
              <w:t xml:space="preserve">я </w:t>
            </w:r>
            <w:r w:rsidR="00C66008">
              <w:rPr>
                <w:rFonts w:ascii="Arial" w:hAnsi="Arial" w:cs="Arial"/>
              </w:rPr>
              <w:t>З</w:t>
            </w:r>
            <w:r w:rsidRPr="00EB308A">
              <w:rPr>
                <w:rFonts w:ascii="Arial" w:hAnsi="Arial" w:cs="Arial"/>
              </w:rPr>
              <w:t>аказчику в двух экземплярах.</w:t>
            </w:r>
          </w:p>
        </w:tc>
      </w:tr>
      <w:tr w:rsidR="00074487" w:rsidRPr="00680783" w:rsidTr="00EF77B7">
        <w:tc>
          <w:tcPr>
            <w:tcW w:w="4533" w:type="dxa"/>
          </w:tcPr>
          <w:p w:rsidR="00074487" w:rsidRPr="00576950" w:rsidRDefault="00074487">
            <w:pPr>
              <w:rPr>
                <w:rFonts w:ascii="Arial" w:hAnsi="Arial" w:cs="Arial"/>
              </w:rPr>
            </w:pPr>
            <w:r w:rsidRPr="00576950">
              <w:rPr>
                <w:rFonts w:ascii="Arial" w:hAnsi="Arial" w:cs="Arial"/>
                <w:spacing w:val="-8"/>
              </w:rPr>
              <w:t>2</w:t>
            </w:r>
            <w:r>
              <w:rPr>
                <w:rFonts w:ascii="Arial" w:hAnsi="Arial" w:cs="Arial"/>
                <w:spacing w:val="-8"/>
              </w:rPr>
              <w:t>6</w:t>
            </w:r>
            <w:r w:rsidRPr="00576950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576950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EB308A" w:rsidRPr="00EB308A" w:rsidRDefault="00EB308A" w:rsidP="009914FF">
            <w:pPr>
              <w:ind w:left="37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1. 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по адресам запланированных объектов)  не позднее 10 рабочих дней до начала работ. </w:t>
            </w:r>
          </w:p>
          <w:p w:rsidR="00EB308A" w:rsidRPr="00EB308A" w:rsidRDefault="00EB308A" w:rsidP="009914FF">
            <w:pPr>
              <w:ind w:left="37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>2. Подрядчик информирует Заказчика о ходе проведения работ путем направления еженедельно</w:t>
            </w:r>
            <w:r w:rsidR="005F6DD9">
              <w:rPr>
                <w:rFonts w:ascii="Arial" w:hAnsi="Arial" w:cs="Arial"/>
              </w:rPr>
              <w:t>й электронной</w:t>
            </w:r>
            <w:r w:rsidRPr="00EB308A">
              <w:rPr>
                <w:rFonts w:ascii="Arial" w:hAnsi="Arial" w:cs="Arial"/>
              </w:rPr>
              <w:t xml:space="preserve"> информации в согласованной сторонами форме по </w:t>
            </w:r>
            <w:proofErr w:type="spellStart"/>
            <w:r w:rsidRPr="00EB308A">
              <w:rPr>
                <w:rFonts w:ascii="Arial" w:hAnsi="Arial" w:cs="Arial"/>
              </w:rPr>
              <w:t>объектно</w:t>
            </w:r>
            <w:proofErr w:type="spellEnd"/>
            <w:r w:rsidRPr="00EB308A">
              <w:rPr>
                <w:rFonts w:ascii="Arial" w:hAnsi="Arial" w:cs="Arial"/>
              </w:rPr>
              <w:t xml:space="preserve"> и в своде</w:t>
            </w:r>
            <w:r w:rsidR="005F6DD9">
              <w:rPr>
                <w:rFonts w:ascii="Arial" w:hAnsi="Arial" w:cs="Arial"/>
              </w:rPr>
              <w:t xml:space="preserve"> на адрес ответственного со стороны Заказчика лица</w:t>
            </w:r>
            <w:r w:rsidRPr="00EB308A">
              <w:rPr>
                <w:rFonts w:ascii="Arial" w:hAnsi="Arial" w:cs="Arial"/>
              </w:rPr>
              <w:t xml:space="preserve">. </w:t>
            </w:r>
          </w:p>
          <w:p w:rsidR="00EB308A" w:rsidRPr="00EB308A" w:rsidRDefault="00EB308A" w:rsidP="009914FF">
            <w:pPr>
              <w:ind w:left="37"/>
              <w:rPr>
                <w:rFonts w:ascii="Arial" w:hAnsi="Arial" w:cs="Arial"/>
                <w:u w:val="single" w:color="FFFFFF"/>
              </w:rPr>
            </w:pPr>
            <w:r w:rsidRPr="00EB308A">
              <w:rPr>
                <w:rFonts w:ascii="Arial" w:hAnsi="Arial" w:cs="Arial"/>
              </w:rPr>
              <w:t>3. Заказчик направляет Подрядчику</w:t>
            </w:r>
            <w:r w:rsidR="00BB109D">
              <w:rPr>
                <w:rFonts w:ascii="Arial" w:hAnsi="Arial" w:cs="Arial"/>
              </w:rPr>
              <w:t>,</w:t>
            </w:r>
            <w:r w:rsidRPr="00EB308A">
              <w:rPr>
                <w:rFonts w:ascii="Arial" w:hAnsi="Arial" w:cs="Arial"/>
              </w:rPr>
              <w:t xml:space="preserve"> </w:t>
            </w:r>
            <w:r w:rsidRPr="00EB308A">
              <w:rPr>
                <w:rFonts w:ascii="Arial" w:hAnsi="Arial" w:cs="Arial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EB308A">
              <w:rPr>
                <w:rFonts w:ascii="Arial" w:hAnsi="Arial" w:cs="Arial"/>
                <w:sz w:val="28"/>
                <w:u w:val="single" w:color="FFFFFF"/>
                <w:vertAlign w:val="superscript"/>
              </w:rPr>
              <w:t xml:space="preserve"> </w:t>
            </w:r>
            <w:r w:rsidRPr="00EB308A">
              <w:rPr>
                <w:rFonts w:ascii="Arial" w:hAnsi="Arial" w:cs="Arial"/>
              </w:rPr>
              <w:t xml:space="preserve">разрытий из-за повреждений на тепловых сетях, дополнительные списки </w:t>
            </w:r>
            <w:r w:rsidRPr="00EB308A">
              <w:rPr>
                <w:rFonts w:ascii="Arial" w:hAnsi="Arial" w:cs="Arial"/>
                <w:u w:val="single" w:color="FFFFFF"/>
              </w:rPr>
              <w:t xml:space="preserve">объектов, с </w:t>
            </w:r>
            <w:r w:rsidR="005F6DD9">
              <w:rPr>
                <w:rFonts w:ascii="Arial" w:hAnsi="Arial" w:cs="Arial"/>
                <w:u w:val="single" w:color="FFFFFF"/>
              </w:rPr>
              <w:t>приложением документов в соответствии СП.14 настоящего ТЗ</w:t>
            </w:r>
            <w:r w:rsidRPr="00EB308A">
              <w:rPr>
                <w:rFonts w:ascii="Arial" w:hAnsi="Arial" w:cs="Arial"/>
                <w:u w:val="single" w:color="FFFFFF"/>
              </w:rPr>
              <w:t>.</w:t>
            </w:r>
          </w:p>
          <w:p w:rsidR="00EB308A" w:rsidRPr="00EB308A" w:rsidRDefault="00EB308A" w:rsidP="009914FF">
            <w:pPr>
              <w:ind w:left="37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  <w:u w:val="single" w:color="FFFFFF"/>
              </w:rPr>
              <w:t>4. Заказчик определяет очередность и приоритетность выполнения работ на объектах, оформляя соответствующие указания при передаче заявки.</w:t>
            </w:r>
          </w:p>
          <w:p w:rsidR="00EB308A" w:rsidRPr="00EB308A" w:rsidRDefault="00EB308A" w:rsidP="009914FF">
            <w:pPr>
              <w:ind w:left="37"/>
              <w:rPr>
                <w:rFonts w:ascii="Arial" w:hAnsi="Arial" w:cs="Arial"/>
              </w:rPr>
            </w:pPr>
            <w:r w:rsidRPr="00EB308A">
              <w:rPr>
                <w:rFonts w:ascii="Arial" w:hAnsi="Arial" w:cs="Arial"/>
              </w:rPr>
              <w:t xml:space="preserve"> 5. В случае невыполнения подрядчиком работ в срок и возникновения претензий со стороны АПГО и других заинтересованных лиц, подрядчик дает письменные пояснения, присутствует на административных комиссиях по  вызовам уполномоченных муниципальных органов и устраняет допущенные нарушения </w:t>
            </w:r>
          </w:p>
          <w:p w:rsidR="00074487" w:rsidRDefault="00EB308A" w:rsidP="009914FF">
            <w:pPr>
              <w:ind w:left="37"/>
              <w:rPr>
                <w:rFonts w:ascii="Arial" w:eastAsia="Calibri" w:hAnsi="Arial" w:cs="Arial"/>
              </w:rPr>
            </w:pPr>
            <w:r w:rsidRPr="00EB308A">
              <w:rPr>
                <w:rFonts w:ascii="Arial" w:hAnsi="Arial" w:cs="Arial"/>
              </w:rPr>
              <w:t>6</w:t>
            </w:r>
            <w:r w:rsidR="00074487" w:rsidRPr="00EB308A">
              <w:rPr>
                <w:rFonts w:ascii="Arial" w:hAnsi="Arial" w:cs="Arial"/>
              </w:rPr>
              <w:t>.</w:t>
            </w:r>
            <w:r w:rsidRPr="00EB308A">
              <w:rPr>
                <w:rFonts w:ascii="Arial" w:hAnsi="Arial" w:cs="Arial"/>
              </w:rPr>
              <w:t xml:space="preserve"> </w:t>
            </w:r>
            <w:r w:rsidR="00074487" w:rsidRPr="00EB308A">
              <w:rPr>
                <w:rFonts w:ascii="Arial" w:eastAsia="Calibri" w:hAnsi="Arial" w:cs="Arial"/>
              </w:rPr>
              <w:t xml:space="preserve">Срок </w:t>
            </w:r>
            <w:r w:rsidR="005F6DD9">
              <w:rPr>
                <w:rFonts w:ascii="Arial" w:eastAsia="Calibri" w:hAnsi="Arial" w:cs="Arial"/>
              </w:rPr>
              <w:t>выполнения работ – в соответствии с утвержденным графиком.  По дополнительным заявкам</w:t>
            </w:r>
            <w:proofErr w:type="gramStart"/>
            <w:r w:rsidR="005F6DD9">
              <w:rPr>
                <w:rFonts w:ascii="Arial" w:eastAsia="Calibri" w:hAnsi="Arial" w:cs="Arial"/>
              </w:rPr>
              <w:t xml:space="preserve"> ,</w:t>
            </w:r>
            <w:proofErr w:type="gramEnd"/>
            <w:r w:rsidR="005F6DD9">
              <w:rPr>
                <w:rFonts w:ascii="Arial" w:eastAsia="Calibri" w:hAnsi="Arial" w:cs="Arial"/>
              </w:rPr>
              <w:t xml:space="preserve"> оформленным в  соответствии с п.3 настоящего раздела , срок выполнения не должен превышать срок, установленный в договор</w:t>
            </w:r>
            <w:r w:rsidR="00FF456C">
              <w:rPr>
                <w:rFonts w:ascii="Arial" w:eastAsia="Calibri" w:hAnsi="Arial" w:cs="Arial"/>
              </w:rPr>
              <w:t>е</w:t>
            </w:r>
            <w:r w:rsidR="005F6DD9">
              <w:rPr>
                <w:rFonts w:ascii="Arial" w:eastAsia="Calibri" w:hAnsi="Arial" w:cs="Arial"/>
              </w:rPr>
              <w:t>-заявке</w:t>
            </w:r>
            <w:r w:rsidR="00FF456C">
              <w:rPr>
                <w:rFonts w:ascii="Arial" w:eastAsia="Calibri" w:hAnsi="Arial" w:cs="Arial"/>
              </w:rPr>
              <w:t>, копия которого передается в порядке исполнения требования п.14.</w:t>
            </w:r>
          </w:p>
          <w:p w:rsidR="00FF456C" w:rsidRPr="00EB308A" w:rsidRDefault="00FF456C" w:rsidP="009914FF">
            <w:pPr>
              <w:ind w:left="37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Плановые заявки передаются Заказчиком Подрядчику за 20 суток до начала производства работ, срочные за 3 суток.</w:t>
            </w:r>
          </w:p>
          <w:p w:rsidR="00074487" w:rsidRDefault="00FF456C" w:rsidP="00FF456C">
            <w:pPr>
              <w:ind w:left="37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7. Подрядчик предъявляет выполненные работы комиссии в составе:</w:t>
            </w:r>
          </w:p>
          <w:p w:rsidR="00FF456C" w:rsidRDefault="00FF456C" w:rsidP="002A7A0C">
            <w:pPr>
              <w:ind w:left="179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</w:t>
            </w:r>
            <w:r w:rsidR="002A7A0C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уполномоченный представитель Заказчика</w:t>
            </w:r>
          </w:p>
          <w:p w:rsidR="00FF456C" w:rsidRDefault="00FF456C" w:rsidP="002A7A0C">
            <w:pPr>
              <w:ind w:left="179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уполномоченный представитель Администрации города</w:t>
            </w:r>
          </w:p>
          <w:p w:rsidR="00FF456C" w:rsidRDefault="002A7A0C" w:rsidP="002A7A0C">
            <w:pPr>
              <w:ind w:left="179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- дру</w:t>
            </w:r>
            <w:r w:rsidR="00FF456C">
              <w:rPr>
                <w:rFonts w:ascii="Arial" w:eastAsia="Calibri" w:hAnsi="Arial" w:cs="Arial"/>
              </w:rPr>
              <w:t>гие заинтересованные лица, ответственные за содержание территории.</w:t>
            </w:r>
          </w:p>
          <w:p w:rsidR="00FF456C" w:rsidRDefault="00FF456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Результат приемки оформляется в виде Акта установленной формы, Актов КС-2,КС-3.</w:t>
            </w:r>
          </w:p>
          <w:p w:rsidR="00FF456C" w:rsidRDefault="00FF456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Принятыми считаются работы</w:t>
            </w:r>
          </w:p>
          <w:p w:rsidR="00FF456C" w:rsidRDefault="00FF456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без замечаний в Акте установленной формы,</w:t>
            </w:r>
          </w:p>
          <w:p w:rsidR="00FF456C" w:rsidRDefault="00FF456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с замечаниями следующего содержания: « не соответствует</w:t>
            </w:r>
            <w:r w:rsidR="0089349C">
              <w:rPr>
                <w:rFonts w:ascii="Arial" w:eastAsia="Calibri" w:hAnsi="Arial" w:cs="Arial"/>
              </w:rPr>
              <w:t xml:space="preserve"> требованиям п.9 в части размера карты восстановления и п.11 статьи 29 Правил.</w:t>
            </w:r>
          </w:p>
          <w:p w:rsidR="0089349C" w:rsidRDefault="0089349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 случае отсутствия в назначенное время в составе комиссии представителя АПГО, или его</w:t>
            </w:r>
            <w:r w:rsidR="00ED4D73">
              <w:rPr>
                <w:rFonts w:ascii="Arial" w:eastAsia="Calibri" w:hAnsi="Arial" w:cs="Arial"/>
              </w:rPr>
              <w:t xml:space="preserve"> отказе от подписания Акта, приемка работ производится Заказчиком путем внешнего осмотра с фиксацией объемов работ и </w:t>
            </w:r>
            <w:proofErr w:type="spellStart"/>
            <w:r w:rsidR="00ED4D73">
              <w:rPr>
                <w:rFonts w:ascii="Arial" w:eastAsia="Calibri" w:hAnsi="Arial" w:cs="Arial"/>
              </w:rPr>
              <w:t>фотофиксацией</w:t>
            </w:r>
            <w:proofErr w:type="spellEnd"/>
            <w:r w:rsidR="00ED4D73">
              <w:rPr>
                <w:rFonts w:ascii="Arial" w:eastAsia="Calibri" w:hAnsi="Arial" w:cs="Arial"/>
              </w:rPr>
              <w:t xml:space="preserve"> состояния объекта. Акты формы КС-2, КС-3 по выполненным работам на объектах в отсутствии оформленного Акта установленной формы, подписанного представителем АПГО, принимаются заказчиком частично, в объеме 80%. Заказчик самостоятельно завершает процедуру сдачи Администрации восстановленного благоустройства на объектах. После подписания Акта установленной формы представителем Администрации, но не позднее 60 дней с момента передачи от Подрядчика Заказчику Акта установленной формы, Заказчик принимает объем работ по объекту в объеме 100% выполнения.</w:t>
            </w:r>
          </w:p>
          <w:p w:rsidR="002A7A0C" w:rsidRDefault="002A7A0C" w:rsidP="00FF456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 случае наличия замечаний представителей Администрации по качеству выполнения работ, Подрядчик направляет своего представителя для сдачи работ повторно, по письменному приглашению Заказчика.</w:t>
            </w:r>
          </w:p>
          <w:p w:rsidR="002A7A0C" w:rsidRPr="00EB308A" w:rsidRDefault="002A7A0C" w:rsidP="00FF456C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В случае необходимости фиксирования</w:t>
            </w:r>
            <w:r w:rsidR="00754FA5">
              <w:rPr>
                <w:rFonts w:ascii="Arial" w:eastAsia="Calibri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указанных условий порядка приемки работ</w:t>
            </w:r>
            <w:r w:rsidR="00754FA5">
              <w:rPr>
                <w:rFonts w:ascii="Arial" w:eastAsia="Calibri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стороны оформляют соответствующее дополнительное соглашение к договору.</w:t>
            </w:r>
          </w:p>
          <w:p w:rsidR="002A7A0C" w:rsidRPr="00EB308A" w:rsidRDefault="002A7A0C" w:rsidP="002A7A0C">
            <w:pPr>
              <w:ind w:left="37"/>
              <w:jc w:val="both"/>
              <w:rPr>
                <w:rFonts w:ascii="Arial" w:hAnsi="Arial" w:cs="Arial"/>
              </w:rPr>
            </w:pPr>
          </w:p>
          <w:p w:rsidR="00074487" w:rsidRPr="00EB308A" w:rsidRDefault="00074487" w:rsidP="009914FF">
            <w:pPr>
              <w:ind w:left="37"/>
              <w:jc w:val="both"/>
              <w:rPr>
                <w:rFonts w:ascii="Arial" w:hAnsi="Arial" w:cs="Arial"/>
              </w:rPr>
            </w:pPr>
          </w:p>
        </w:tc>
      </w:tr>
    </w:tbl>
    <w:p w:rsidR="006D4561" w:rsidRDefault="006D4561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</w:p>
    <w:p w:rsidR="00DE78BA" w:rsidRDefault="006D4561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</w:t>
      </w:r>
      <w:r w:rsidR="00B60397">
        <w:rPr>
          <w:rFonts w:ascii="Arial" w:hAnsi="Arial" w:cs="Arial"/>
          <w:color w:val="000000"/>
        </w:rPr>
        <w:t>ачальник ПТО</w:t>
      </w:r>
      <w:r w:rsidRPr="006D45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АО «ПКС-Тепловые сети»</w:t>
      </w:r>
      <w:r w:rsidR="00B60397">
        <w:rPr>
          <w:rFonts w:ascii="Arial" w:hAnsi="Arial" w:cs="Arial"/>
          <w:color w:val="000000"/>
        </w:rPr>
        <w:tab/>
      </w:r>
      <w:r w:rsidR="00B60397">
        <w:rPr>
          <w:rFonts w:ascii="Arial" w:hAnsi="Arial" w:cs="Arial"/>
          <w:color w:val="000000"/>
        </w:rPr>
        <w:tab/>
      </w:r>
      <w:r w:rsidR="00B60397">
        <w:rPr>
          <w:rFonts w:ascii="Arial" w:hAnsi="Arial" w:cs="Arial"/>
          <w:color w:val="000000"/>
        </w:rPr>
        <w:tab/>
      </w:r>
      <w:r w:rsidR="00B60397">
        <w:rPr>
          <w:rFonts w:ascii="Arial" w:hAnsi="Arial" w:cs="Arial"/>
          <w:color w:val="000000"/>
        </w:rPr>
        <w:tab/>
      </w:r>
      <w:r w:rsidR="00B60397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Корнев В.А.</w:t>
      </w:r>
      <w:r w:rsidR="00B60397">
        <w:rPr>
          <w:rFonts w:ascii="Arial" w:hAnsi="Arial" w:cs="Arial"/>
          <w:color w:val="000000"/>
        </w:rPr>
        <w:t xml:space="preserve">     </w:t>
      </w:r>
    </w:p>
    <w:p w:rsidR="00DE78BA" w:rsidRDefault="00DE78BA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Начальник сетевого участка «ОТЗ»</w:t>
      </w:r>
      <w:proofErr w:type="gramStart"/>
      <w:r>
        <w:rPr>
          <w:rFonts w:ascii="Arial" w:hAnsi="Arial" w:cs="Arial"/>
          <w:color w:val="000000"/>
        </w:rPr>
        <w:t xml:space="preserve">                                                                          .</w:t>
      </w:r>
      <w:proofErr w:type="gramEnd"/>
      <w:r>
        <w:rPr>
          <w:rFonts w:ascii="Arial" w:hAnsi="Arial" w:cs="Arial"/>
          <w:color w:val="000000"/>
        </w:rPr>
        <w:t xml:space="preserve">   Корпелайнен А.В.</w:t>
      </w:r>
    </w:p>
    <w:p w:rsidR="00DE78BA" w:rsidRDefault="00DE78BA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Начальник сетевого участка «ТЭЦ»</w:t>
      </w:r>
      <w:r w:rsidR="00B60397">
        <w:rPr>
          <w:rFonts w:ascii="Arial" w:hAnsi="Arial" w:cs="Arial"/>
          <w:color w:val="000000"/>
        </w:rPr>
        <w:t xml:space="preserve">                   </w:t>
      </w:r>
      <w:r>
        <w:rPr>
          <w:rFonts w:ascii="Arial" w:hAnsi="Arial" w:cs="Arial"/>
          <w:color w:val="000000"/>
        </w:rPr>
        <w:t xml:space="preserve">                                                           Прокофьев А.Л.</w:t>
      </w:r>
      <w:r w:rsidR="00B60397">
        <w:rPr>
          <w:rFonts w:ascii="Arial" w:hAnsi="Arial" w:cs="Arial"/>
          <w:color w:val="000000"/>
        </w:rPr>
        <w:t xml:space="preserve">    </w:t>
      </w:r>
    </w:p>
    <w:p w:rsidR="00B60397" w:rsidRPr="00542BC4" w:rsidRDefault="00B60397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DE78BA">
        <w:rPr>
          <w:rFonts w:ascii="Arial" w:hAnsi="Arial" w:cs="Arial"/>
          <w:color w:val="000000"/>
        </w:rPr>
        <w:t>Начальник сетевого участка «</w:t>
      </w:r>
      <w:proofErr w:type="spellStart"/>
      <w:r w:rsidR="00DE78BA">
        <w:rPr>
          <w:rFonts w:ascii="Arial" w:hAnsi="Arial" w:cs="Arial"/>
          <w:color w:val="000000"/>
        </w:rPr>
        <w:t>Древлянка</w:t>
      </w:r>
      <w:proofErr w:type="spellEnd"/>
      <w:r w:rsidR="00DE78BA">
        <w:rPr>
          <w:rFonts w:ascii="Arial" w:hAnsi="Arial" w:cs="Arial"/>
          <w:color w:val="000000"/>
        </w:rPr>
        <w:t>»</w:t>
      </w:r>
      <w:r>
        <w:rPr>
          <w:rFonts w:ascii="Arial" w:hAnsi="Arial" w:cs="Arial"/>
          <w:color w:val="000000"/>
        </w:rPr>
        <w:t xml:space="preserve">  </w:t>
      </w:r>
      <w:r w:rsidR="00DE78BA">
        <w:rPr>
          <w:rFonts w:ascii="Arial" w:hAnsi="Arial" w:cs="Arial"/>
          <w:color w:val="000000"/>
        </w:rPr>
        <w:t xml:space="preserve">                                                                 Лейковский А.Г.</w:t>
      </w:r>
    </w:p>
    <w:p w:rsidR="0064678D" w:rsidRPr="00542BC4" w:rsidRDefault="0064678D" w:rsidP="00B60397">
      <w:pPr>
        <w:tabs>
          <w:tab w:val="left" w:pos="851"/>
          <w:tab w:val="num" w:pos="1287"/>
        </w:tabs>
        <w:spacing w:before="480"/>
        <w:rPr>
          <w:rFonts w:ascii="Arial" w:hAnsi="Arial" w:cs="Arial"/>
          <w:color w:val="000000"/>
        </w:rPr>
      </w:pPr>
    </w:p>
    <w:sectPr w:rsidR="0064678D" w:rsidRPr="00542BC4" w:rsidSect="00672C0E">
      <w:footerReference w:type="default" r:id="rId8"/>
      <w:pgSz w:w="11906" w:h="16838" w:code="9"/>
      <w:pgMar w:top="680" w:right="849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D5" w:rsidRDefault="002F6BD5">
      <w:r>
        <w:separator/>
      </w:r>
    </w:p>
  </w:endnote>
  <w:endnote w:type="continuationSeparator" w:id="0">
    <w:p w:rsidR="002F6BD5" w:rsidRDefault="002F6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BD5" w:rsidRDefault="002F6BD5" w:rsidP="00312293">
    <w:pPr>
      <w:pStyle w:val="ae"/>
      <w:jc w:val="right"/>
    </w:pPr>
    <w:r>
      <w:t xml:space="preserve">стр. </w:t>
    </w:r>
    <w:fldSimple w:instr=" PAGE ">
      <w:r w:rsidR="00E1384C">
        <w:rPr>
          <w:noProof/>
        </w:rPr>
        <w:t>2</w:t>
      </w:r>
    </w:fldSimple>
    <w:r>
      <w:t xml:space="preserve"> из </w:t>
    </w:r>
    <w:fldSimple w:instr=" NUMPAGES ">
      <w:r w:rsidR="00E1384C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D5" w:rsidRDefault="002F6BD5">
      <w:r>
        <w:separator/>
      </w:r>
    </w:p>
  </w:footnote>
  <w:footnote w:type="continuationSeparator" w:id="0">
    <w:p w:rsidR="002F6BD5" w:rsidRDefault="002F6B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A210C4"/>
    <w:multiLevelType w:val="hybridMultilevel"/>
    <w:tmpl w:val="E7BEE0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CE14FB6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62F69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F7CA3"/>
    <w:multiLevelType w:val="hybridMultilevel"/>
    <w:tmpl w:val="8AA8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45F87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A10B1"/>
    <w:multiLevelType w:val="hybridMultilevel"/>
    <w:tmpl w:val="E302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60D33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9">
    <w:nsid w:val="3CC3436D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6070F"/>
    <w:multiLevelType w:val="hybridMultilevel"/>
    <w:tmpl w:val="DEF61424"/>
    <w:lvl w:ilvl="0" w:tplc="04190001">
      <w:start w:val="1"/>
      <w:numFmt w:val="bullet"/>
      <w:lvlText w:val=""/>
      <w:lvlJc w:val="left"/>
      <w:pPr>
        <w:tabs>
          <w:tab w:val="num" w:pos="755"/>
        </w:tabs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5"/>
        </w:tabs>
        <w:ind w:left="1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5"/>
        </w:tabs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5"/>
        </w:tabs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5"/>
        </w:tabs>
        <w:ind w:left="3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5"/>
        </w:tabs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5"/>
        </w:tabs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5"/>
        </w:tabs>
        <w:ind w:left="5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5"/>
        </w:tabs>
        <w:ind w:left="6515" w:hanging="360"/>
      </w:pPr>
      <w:rPr>
        <w:rFonts w:ascii="Wingdings" w:hAnsi="Wingdings" w:hint="default"/>
      </w:rPr>
    </w:lvl>
  </w:abstractNum>
  <w:abstractNum w:abstractNumId="11">
    <w:nsid w:val="3EC83DC2"/>
    <w:multiLevelType w:val="hybridMultilevel"/>
    <w:tmpl w:val="0B5ABD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42F0239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6761A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13E10"/>
    <w:multiLevelType w:val="hybridMultilevel"/>
    <w:tmpl w:val="5358AA9A"/>
    <w:lvl w:ilvl="0" w:tplc="687E163C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FE283F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9">
    <w:nsid w:val="736831E6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7004CC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674DE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761E30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3"/>
  </w:num>
  <w:num w:numId="28">
    <w:abstractNumId w:val="12"/>
  </w:num>
  <w:num w:numId="29">
    <w:abstractNumId w:val="10"/>
  </w:num>
  <w:num w:numId="30">
    <w:abstractNumId w:val="1"/>
  </w:num>
  <w:num w:numId="31">
    <w:abstractNumId w:val="16"/>
  </w:num>
  <w:num w:numId="32">
    <w:abstractNumId w:val="11"/>
  </w:num>
  <w:num w:numId="33">
    <w:abstractNumId w:val="19"/>
  </w:num>
  <w:num w:numId="34">
    <w:abstractNumId w:val="6"/>
  </w:num>
  <w:num w:numId="35">
    <w:abstractNumId w:val="4"/>
  </w:num>
  <w:num w:numId="36">
    <w:abstractNumId w:val="7"/>
  </w:num>
  <w:num w:numId="37">
    <w:abstractNumId w:val="9"/>
  </w:num>
  <w:num w:numId="38">
    <w:abstractNumId w:val="20"/>
  </w:num>
  <w:num w:numId="39">
    <w:abstractNumId w:val="14"/>
  </w:num>
  <w:num w:numId="40">
    <w:abstractNumId w:val="3"/>
  </w:num>
  <w:num w:numId="41">
    <w:abstractNumId w:val="15"/>
  </w:num>
  <w:num w:numId="42">
    <w:abstractNumId w:val="5"/>
  </w:num>
  <w:num w:numId="43">
    <w:abstractNumId w:val="21"/>
  </w:num>
  <w:num w:numId="44">
    <w:abstractNumId w:val="22"/>
  </w:num>
  <w:num w:numId="45">
    <w:abstractNumId w:val="17"/>
  </w:num>
  <w:num w:numId="4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0F2D"/>
    <w:rsid w:val="0000596A"/>
    <w:rsid w:val="00005D7D"/>
    <w:rsid w:val="0000603C"/>
    <w:rsid w:val="000064E0"/>
    <w:rsid w:val="00007AC6"/>
    <w:rsid w:val="00007CC2"/>
    <w:rsid w:val="0001059E"/>
    <w:rsid w:val="00011314"/>
    <w:rsid w:val="00011561"/>
    <w:rsid w:val="000131A0"/>
    <w:rsid w:val="00013A5A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373F9"/>
    <w:rsid w:val="00041EC3"/>
    <w:rsid w:val="00042895"/>
    <w:rsid w:val="00047007"/>
    <w:rsid w:val="00050129"/>
    <w:rsid w:val="00050492"/>
    <w:rsid w:val="00050F7C"/>
    <w:rsid w:val="00054488"/>
    <w:rsid w:val="00054ACC"/>
    <w:rsid w:val="000554DF"/>
    <w:rsid w:val="00055F2E"/>
    <w:rsid w:val="00057082"/>
    <w:rsid w:val="00061729"/>
    <w:rsid w:val="00062899"/>
    <w:rsid w:val="00062D55"/>
    <w:rsid w:val="000636AE"/>
    <w:rsid w:val="00063C56"/>
    <w:rsid w:val="000644FF"/>
    <w:rsid w:val="00064A45"/>
    <w:rsid w:val="00066A51"/>
    <w:rsid w:val="000723AB"/>
    <w:rsid w:val="000734DB"/>
    <w:rsid w:val="0007375A"/>
    <w:rsid w:val="0007394E"/>
    <w:rsid w:val="00073B52"/>
    <w:rsid w:val="00074487"/>
    <w:rsid w:val="00075799"/>
    <w:rsid w:val="00076208"/>
    <w:rsid w:val="00077148"/>
    <w:rsid w:val="00077BEA"/>
    <w:rsid w:val="000814CD"/>
    <w:rsid w:val="00081B8B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1BE"/>
    <w:rsid w:val="000A123A"/>
    <w:rsid w:val="000A174A"/>
    <w:rsid w:val="000A17FA"/>
    <w:rsid w:val="000A2027"/>
    <w:rsid w:val="000A27FA"/>
    <w:rsid w:val="000A2909"/>
    <w:rsid w:val="000A4387"/>
    <w:rsid w:val="000A4CA4"/>
    <w:rsid w:val="000A5AD6"/>
    <w:rsid w:val="000A7B1D"/>
    <w:rsid w:val="000B038F"/>
    <w:rsid w:val="000B0872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0A96"/>
    <w:rsid w:val="000E135B"/>
    <w:rsid w:val="000E2EB1"/>
    <w:rsid w:val="000E4C3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2473"/>
    <w:rsid w:val="001028E9"/>
    <w:rsid w:val="00102C35"/>
    <w:rsid w:val="00103531"/>
    <w:rsid w:val="00104AB3"/>
    <w:rsid w:val="00105094"/>
    <w:rsid w:val="00106289"/>
    <w:rsid w:val="0011063F"/>
    <w:rsid w:val="001111B0"/>
    <w:rsid w:val="00111B1A"/>
    <w:rsid w:val="00112244"/>
    <w:rsid w:val="00112420"/>
    <w:rsid w:val="00112683"/>
    <w:rsid w:val="00112F85"/>
    <w:rsid w:val="00113022"/>
    <w:rsid w:val="0011455A"/>
    <w:rsid w:val="00115BB1"/>
    <w:rsid w:val="00117992"/>
    <w:rsid w:val="00122256"/>
    <w:rsid w:val="00124C9B"/>
    <w:rsid w:val="00125121"/>
    <w:rsid w:val="00125260"/>
    <w:rsid w:val="00126496"/>
    <w:rsid w:val="001266F1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5CEE"/>
    <w:rsid w:val="0014622B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64F4"/>
    <w:rsid w:val="00170732"/>
    <w:rsid w:val="00171326"/>
    <w:rsid w:val="001714DA"/>
    <w:rsid w:val="001743D7"/>
    <w:rsid w:val="00175D12"/>
    <w:rsid w:val="00181A94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8C"/>
    <w:rsid w:val="001A51D0"/>
    <w:rsid w:val="001A559B"/>
    <w:rsid w:val="001B0715"/>
    <w:rsid w:val="001B0FC5"/>
    <w:rsid w:val="001B1742"/>
    <w:rsid w:val="001B221C"/>
    <w:rsid w:val="001B28C4"/>
    <w:rsid w:val="001B2FCB"/>
    <w:rsid w:val="001B4162"/>
    <w:rsid w:val="001B4FC9"/>
    <w:rsid w:val="001B7591"/>
    <w:rsid w:val="001C3208"/>
    <w:rsid w:val="001C3883"/>
    <w:rsid w:val="001C4ADD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2F9"/>
    <w:rsid w:val="001E25A5"/>
    <w:rsid w:val="001E2818"/>
    <w:rsid w:val="001E306B"/>
    <w:rsid w:val="001E4968"/>
    <w:rsid w:val="001E4CE1"/>
    <w:rsid w:val="001E524D"/>
    <w:rsid w:val="001E5B23"/>
    <w:rsid w:val="001F011F"/>
    <w:rsid w:val="001F0312"/>
    <w:rsid w:val="001F1F36"/>
    <w:rsid w:val="001F50EA"/>
    <w:rsid w:val="001F5865"/>
    <w:rsid w:val="001F5BF7"/>
    <w:rsid w:val="001F767A"/>
    <w:rsid w:val="001F7F23"/>
    <w:rsid w:val="002005F5"/>
    <w:rsid w:val="00201C99"/>
    <w:rsid w:val="002028BA"/>
    <w:rsid w:val="00202962"/>
    <w:rsid w:val="00203BA9"/>
    <w:rsid w:val="002057A0"/>
    <w:rsid w:val="00205B12"/>
    <w:rsid w:val="00206AB9"/>
    <w:rsid w:val="002073FF"/>
    <w:rsid w:val="00210650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08A"/>
    <w:rsid w:val="00231BE1"/>
    <w:rsid w:val="002333C0"/>
    <w:rsid w:val="002355A7"/>
    <w:rsid w:val="002357C5"/>
    <w:rsid w:val="002369D3"/>
    <w:rsid w:val="00240855"/>
    <w:rsid w:val="00240E44"/>
    <w:rsid w:val="00241498"/>
    <w:rsid w:val="0024163A"/>
    <w:rsid w:val="00241F6D"/>
    <w:rsid w:val="002434C0"/>
    <w:rsid w:val="00243B21"/>
    <w:rsid w:val="00246735"/>
    <w:rsid w:val="0025031B"/>
    <w:rsid w:val="00251354"/>
    <w:rsid w:val="0025151D"/>
    <w:rsid w:val="00252362"/>
    <w:rsid w:val="002527FC"/>
    <w:rsid w:val="00252C7C"/>
    <w:rsid w:val="002530FC"/>
    <w:rsid w:val="00253139"/>
    <w:rsid w:val="00253D6F"/>
    <w:rsid w:val="00254AAF"/>
    <w:rsid w:val="00255565"/>
    <w:rsid w:val="00262832"/>
    <w:rsid w:val="00263200"/>
    <w:rsid w:val="0026404D"/>
    <w:rsid w:val="00266465"/>
    <w:rsid w:val="00272C9C"/>
    <w:rsid w:val="0027378B"/>
    <w:rsid w:val="00273A6D"/>
    <w:rsid w:val="002807DD"/>
    <w:rsid w:val="00281553"/>
    <w:rsid w:val="00281B9E"/>
    <w:rsid w:val="00286DD7"/>
    <w:rsid w:val="00286F7C"/>
    <w:rsid w:val="002873AA"/>
    <w:rsid w:val="002902B4"/>
    <w:rsid w:val="00290688"/>
    <w:rsid w:val="00290C79"/>
    <w:rsid w:val="0029131C"/>
    <w:rsid w:val="0029165C"/>
    <w:rsid w:val="00293C5E"/>
    <w:rsid w:val="0029462B"/>
    <w:rsid w:val="00295CF3"/>
    <w:rsid w:val="00297647"/>
    <w:rsid w:val="00297B5E"/>
    <w:rsid w:val="002A1714"/>
    <w:rsid w:val="002A19ED"/>
    <w:rsid w:val="002A4609"/>
    <w:rsid w:val="002A48EE"/>
    <w:rsid w:val="002A7A0C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411"/>
    <w:rsid w:val="002C2D89"/>
    <w:rsid w:val="002C38EC"/>
    <w:rsid w:val="002C3C0C"/>
    <w:rsid w:val="002C422B"/>
    <w:rsid w:val="002C482D"/>
    <w:rsid w:val="002C596C"/>
    <w:rsid w:val="002D0229"/>
    <w:rsid w:val="002D1D52"/>
    <w:rsid w:val="002D3E2F"/>
    <w:rsid w:val="002D4FD4"/>
    <w:rsid w:val="002D5160"/>
    <w:rsid w:val="002D5FBB"/>
    <w:rsid w:val="002D61A0"/>
    <w:rsid w:val="002D635D"/>
    <w:rsid w:val="002D7B7E"/>
    <w:rsid w:val="002E052E"/>
    <w:rsid w:val="002E0B52"/>
    <w:rsid w:val="002E18BE"/>
    <w:rsid w:val="002E19DE"/>
    <w:rsid w:val="002E548A"/>
    <w:rsid w:val="002E7ED8"/>
    <w:rsid w:val="002F07F8"/>
    <w:rsid w:val="002F1007"/>
    <w:rsid w:val="002F1475"/>
    <w:rsid w:val="002F18F3"/>
    <w:rsid w:val="002F1CD9"/>
    <w:rsid w:val="002F2AB3"/>
    <w:rsid w:val="002F2EBC"/>
    <w:rsid w:val="002F390B"/>
    <w:rsid w:val="002F3D2F"/>
    <w:rsid w:val="002F3D3F"/>
    <w:rsid w:val="002F5E32"/>
    <w:rsid w:val="002F608F"/>
    <w:rsid w:val="002F68B2"/>
    <w:rsid w:val="002F6BD5"/>
    <w:rsid w:val="002F7066"/>
    <w:rsid w:val="002F7111"/>
    <w:rsid w:val="002F7208"/>
    <w:rsid w:val="00300070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2496"/>
    <w:rsid w:val="00316D7B"/>
    <w:rsid w:val="0031704E"/>
    <w:rsid w:val="00317F44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7D72"/>
    <w:rsid w:val="0034215C"/>
    <w:rsid w:val="00344016"/>
    <w:rsid w:val="0034411F"/>
    <w:rsid w:val="0034444E"/>
    <w:rsid w:val="003449A7"/>
    <w:rsid w:val="00345AB3"/>
    <w:rsid w:val="00346207"/>
    <w:rsid w:val="00347902"/>
    <w:rsid w:val="003545A3"/>
    <w:rsid w:val="00354C9B"/>
    <w:rsid w:val="003558E4"/>
    <w:rsid w:val="003561CA"/>
    <w:rsid w:val="00360B92"/>
    <w:rsid w:val="003614A9"/>
    <w:rsid w:val="003614B5"/>
    <w:rsid w:val="003640D9"/>
    <w:rsid w:val="003651F5"/>
    <w:rsid w:val="00365D29"/>
    <w:rsid w:val="003660B2"/>
    <w:rsid w:val="003664B0"/>
    <w:rsid w:val="0036713F"/>
    <w:rsid w:val="00367312"/>
    <w:rsid w:val="003675C7"/>
    <w:rsid w:val="00367804"/>
    <w:rsid w:val="00367866"/>
    <w:rsid w:val="00367E13"/>
    <w:rsid w:val="00367E5F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747"/>
    <w:rsid w:val="003A38F8"/>
    <w:rsid w:val="003A3B80"/>
    <w:rsid w:val="003A47AB"/>
    <w:rsid w:val="003A50FF"/>
    <w:rsid w:val="003A52A1"/>
    <w:rsid w:val="003A63D2"/>
    <w:rsid w:val="003A6C04"/>
    <w:rsid w:val="003A7205"/>
    <w:rsid w:val="003B035D"/>
    <w:rsid w:val="003B0649"/>
    <w:rsid w:val="003B1103"/>
    <w:rsid w:val="003B14D7"/>
    <w:rsid w:val="003B1FCB"/>
    <w:rsid w:val="003B2831"/>
    <w:rsid w:val="003B2CC0"/>
    <w:rsid w:val="003B5BCA"/>
    <w:rsid w:val="003B6836"/>
    <w:rsid w:val="003B7264"/>
    <w:rsid w:val="003C0BE8"/>
    <w:rsid w:val="003C0D20"/>
    <w:rsid w:val="003C0E80"/>
    <w:rsid w:val="003C36A0"/>
    <w:rsid w:val="003C374B"/>
    <w:rsid w:val="003C5B7E"/>
    <w:rsid w:val="003C5E99"/>
    <w:rsid w:val="003C7A7E"/>
    <w:rsid w:val="003D108E"/>
    <w:rsid w:val="003D16B8"/>
    <w:rsid w:val="003D19BC"/>
    <w:rsid w:val="003D1D64"/>
    <w:rsid w:val="003D36D0"/>
    <w:rsid w:val="003D44FA"/>
    <w:rsid w:val="003D6270"/>
    <w:rsid w:val="003E1E4C"/>
    <w:rsid w:val="003E3A98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779B"/>
    <w:rsid w:val="004116EB"/>
    <w:rsid w:val="004126C2"/>
    <w:rsid w:val="00413431"/>
    <w:rsid w:val="00414255"/>
    <w:rsid w:val="0041453E"/>
    <w:rsid w:val="00414939"/>
    <w:rsid w:val="00414B2E"/>
    <w:rsid w:val="0041683E"/>
    <w:rsid w:val="004177BF"/>
    <w:rsid w:val="00420753"/>
    <w:rsid w:val="004221BC"/>
    <w:rsid w:val="00422A0B"/>
    <w:rsid w:val="0042395B"/>
    <w:rsid w:val="00423B2A"/>
    <w:rsid w:val="00424881"/>
    <w:rsid w:val="004302D1"/>
    <w:rsid w:val="00431871"/>
    <w:rsid w:val="00432843"/>
    <w:rsid w:val="00433C8F"/>
    <w:rsid w:val="00433DC5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D63"/>
    <w:rsid w:val="00445E37"/>
    <w:rsid w:val="00447AF1"/>
    <w:rsid w:val="004511FB"/>
    <w:rsid w:val="004513C4"/>
    <w:rsid w:val="00452038"/>
    <w:rsid w:val="00452325"/>
    <w:rsid w:val="00454BDA"/>
    <w:rsid w:val="00457BB5"/>
    <w:rsid w:val="004603ED"/>
    <w:rsid w:val="004609B2"/>
    <w:rsid w:val="004617F5"/>
    <w:rsid w:val="004627A0"/>
    <w:rsid w:val="00462D64"/>
    <w:rsid w:val="00464672"/>
    <w:rsid w:val="004667CB"/>
    <w:rsid w:val="00466AFC"/>
    <w:rsid w:val="00467C3A"/>
    <w:rsid w:val="00471641"/>
    <w:rsid w:val="00471E07"/>
    <w:rsid w:val="00471F40"/>
    <w:rsid w:val="00472B06"/>
    <w:rsid w:val="004738B4"/>
    <w:rsid w:val="00473B3C"/>
    <w:rsid w:val="0047406A"/>
    <w:rsid w:val="004743B8"/>
    <w:rsid w:val="00475E92"/>
    <w:rsid w:val="00477103"/>
    <w:rsid w:val="0047774C"/>
    <w:rsid w:val="00481201"/>
    <w:rsid w:val="004825EB"/>
    <w:rsid w:val="0048336E"/>
    <w:rsid w:val="00483771"/>
    <w:rsid w:val="004851C8"/>
    <w:rsid w:val="00485B80"/>
    <w:rsid w:val="00486FF2"/>
    <w:rsid w:val="004879A5"/>
    <w:rsid w:val="00490199"/>
    <w:rsid w:val="004903CA"/>
    <w:rsid w:val="00491D49"/>
    <w:rsid w:val="004922E1"/>
    <w:rsid w:val="004933B3"/>
    <w:rsid w:val="00494499"/>
    <w:rsid w:val="00494E95"/>
    <w:rsid w:val="004956DB"/>
    <w:rsid w:val="00495F95"/>
    <w:rsid w:val="00496478"/>
    <w:rsid w:val="00497244"/>
    <w:rsid w:val="004972C6"/>
    <w:rsid w:val="00497D4C"/>
    <w:rsid w:val="004A1385"/>
    <w:rsid w:val="004A1B1F"/>
    <w:rsid w:val="004A5524"/>
    <w:rsid w:val="004A5C57"/>
    <w:rsid w:val="004A651D"/>
    <w:rsid w:val="004B045D"/>
    <w:rsid w:val="004B0D40"/>
    <w:rsid w:val="004B1542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7FB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5CC"/>
    <w:rsid w:val="004F1D7E"/>
    <w:rsid w:val="004F4D0A"/>
    <w:rsid w:val="004F55CF"/>
    <w:rsid w:val="004F6764"/>
    <w:rsid w:val="004F79E0"/>
    <w:rsid w:val="00500A1D"/>
    <w:rsid w:val="0050204C"/>
    <w:rsid w:val="00502D42"/>
    <w:rsid w:val="005031F2"/>
    <w:rsid w:val="0050476E"/>
    <w:rsid w:val="005079FC"/>
    <w:rsid w:val="0051037A"/>
    <w:rsid w:val="0051095F"/>
    <w:rsid w:val="00511C0B"/>
    <w:rsid w:val="00511CC2"/>
    <w:rsid w:val="00512066"/>
    <w:rsid w:val="00512AAD"/>
    <w:rsid w:val="00513286"/>
    <w:rsid w:val="005136F7"/>
    <w:rsid w:val="00515168"/>
    <w:rsid w:val="00515A4A"/>
    <w:rsid w:val="0052065F"/>
    <w:rsid w:val="00522AF8"/>
    <w:rsid w:val="00523D48"/>
    <w:rsid w:val="00524B9D"/>
    <w:rsid w:val="005251FF"/>
    <w:rsid w:val="005267EC"/>
    <w:rsid w:val="00527B7A"/>
    <w:rsid w:val="00527F87"/>
    <w:rsid w:val="005307D0"/>
    <w:rsid w:val="00531130"/>
    <w:rsid w:val="00531212"/>
    <w:rsid w:val="00533B4F"/>
    <w:rsid w:val="00534666"/>
    <w:rsid w:val="00541054"/>
    <w:rsid w:val="00542BC4"/>
    <w:rsid w:val="00543F87"/>
    <w:rsid w:val="005473A7"/>
    <w:rsid w:val="005503C8"/>
    <w:rsid w:val="00552380"/>
    <w:rsid w:val="005528C1"/>
    <w:rsid w:val="00552BFE"/>
    <w:rsid w:val="00553390"/>
    <w:rsid w:val="00554834"/>
    <w:rsid w:val="00556692"/>
    <w:rsid w:val="00556F85"/>
    <w:rsid w:val="0055773D"/>
    <w:rsid w:val="00557F50"/>
    <w:rsid w:val="005607ED"/>
    <w:rsid w:val="00561352"/>
    <w:rsid w:val="00561394"/>
    <w:rsid w:val="0056217A"/>
    <w:rsid w:val="00562A69"/>
    <w:rsid w:val="00563B85"/>
    <w:rsid w:val="00570726"/>
    <w:rsid w:val="005723EC"/>
    <w:rsid w:val="00573568"/>
    <w:rsid w:val="005748DB"/>
    <w:rsid w:val="00575899"/>
    <w:rsid w:val="005768E3"/>
    <w:rsid w:val="00576950"/>
    <w:rsid w:val="00576CC4"/>
    <w:rsid w:val="00577318"/>
    <w:rsid w:val="00580907"/>
    <w:rsid w:val="005815FB"/>
    <w:rsid w:val="00581730"/>
    <w:rsid w:val="00581D69"/>
    <w:rsid w:val="00582C4A"/>
    <w:rsid w:val="00583254"/>
    <w:rsid w:val="005840D1"/>
    <w:rsid w:val="0058441C"/>
    <w:rsid w:val="00584E44"/>
    <w:rsid w:val="005871C9"/>
    <w:rsid w:val="00587854"/>
    <w:rsid w:val="00587F95"/>
    <w:rsid w:val="00590CDA"/>
    <w:rsid w:val="0059169C"/>
    <w:rsid w:val="00591F84"/>
    <w:rsid w:val="00592A68"/>
    <w:rsid w:val="0059486E"/>
    <w:rsid w:val="00594983"/>
    <w:rsid w:val="00594C6C"/>
    <w:rsid w:val="00594F85"/>
    <w:rsid w:val="005960BB"/>
    <w:rsid w:val="00596F45"/>
    <w:rsid w:val="005A0559"/>
    <w:rsid w:val="005A136C"/>
    <w:rsid w:val="005A393D"/>
    <w:rsid w:val="005A5580"/>
    <w:rsid w:val="005B0D30"/>
    <w:rsid w:val="005B1550"/>
    <w:rsid w:val="005B2B57"/>
    <w:rsid w:val="005B2BDC"/>
    <w:rsid w:val="005B5AFF"/>
    <w:rsid w:val="005B622C"/>
    <w:rsid w:val="005B64D6"/>
    <w:rsid w:val="005C2390"/>
    <w:rsid w:val="005C2AFC"/>
    <w:rsid w:val="005C3435"/>
    <w:rsid w:val="005C3885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5B45"/>
    <w:rsid w:val="005F6DD9"/>
    <w:rsid w:val="005F76D0"/>
    <w:rsid w:val="005F7777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17AB7"/>
    <w:rsid w:val="0062049B"/>
    <w:rsid w:val="00620DAB"/>
    <w:rsid w:val="00621B6D"/>
    <w:rsid w:val="00625679"/>
    <w:rsid w:val="00627209"/>
    <w:rsid w:val="006318DB"/>
    <w:rsid w:val="00631995"/>
    <w:rsid w:val="006362E6"/>
    <w:rsid w:val="0064012E"/>
    <w:rsid w:val="0064147C"/>
    <w:rsid w:val="0064175B"/>
    <w:rsid w:val="006422B3"/>
    <w:rsid w:val="00645666"/>
    <w:rsid w:val="0064598E"/>
    <w:rsid w:val="0064637D"/>
    <w:rsid w:val="0064678D"/>
    <w:rsid w:val="00646CE0"/>
    <w:rsid w:val="00646D36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AC2"/>
    <w:rsid w:val="006675D5"/>
    <w:rsid w:val="0067066F"/>
    <w:rsid w:val="00670F84"/>
    <w:rsid w:val="0067253D"/>
    <w:rsid w:val="00672C0E"/>
    <w:rsid w:val="00676CDA"/>
    <w:rsid w:val="00677CF6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422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4BFB"/>
    <w:rsid w:val="006A5E1C"/>
    <w:rsid w:val="006A64A5"/>
    <w:rsid w:val="006A7009"/>
    <w:rsid w:val="006C0668"/>
    <w:rsid w:val="006C1A7B"/>
    <w:rsid w:val="006C36C3"/>
    <w:rsid w:val="006C41DC"/>
    <w:rsid w:val="006C492D"/>
    <w:rsid w:val="006C4E08"/>
    <w:rsid w:val="006C6DBC"/>
    <w:rsid w:val="006C7B6D"/>
    <w:rsid w:val="006C7FEE"/>
    <w:rsid w:val="006D4561"/>
    <w:rsid w:val="006D60C5"/>
    <w:rsid w:val="006D656B"/>
    <w:rsid w:val="006D7B0A"/>
    <w:rsid w:val="006E4D85"/>
    <w:rsid w:val="006E4E9E"/>
    <w:rsid w:val="006E574D"/>
    <w:rsid w:val="006E5C5B"/>
    <w:rsid w:val="006E5D79"/>
    <w:rsid w:val="006E64DF"/>
    <w:rsid w:val="006E69B7"/>
    <w:rsid w:val="006E6F65"/>
    <w:rsid w:val="006E78D9"/>
    <w:rsid w:val="006E7906"/>
    <w:rsid w:val="006F0909"/>
    <w:rsid w:val="006F0A27"/>
    <w:rsid w:val="006F11C5"/>
    <w:rsid w:val="006F362E"/>
    <w:rsid w:val="006F4868"/>
    <w:rsid w:val="006F5038"/>
    <w:rsid w:val="006F5521"/>
    <w:rsid w:val="006F5D0C"/>
    <w:rsid w:val="00700733"/>
    <w:rsid w:val="00700DEC"/>
    <w:rsid w:val="007024A6"/>
    <w:rsid w:val="00702663"/>
    <w:rsid w:val="007026B9"/>
    <w:rsid w:val="0070359C"/>
    <w:rsid w:val="00703868"/>
    <w:rsid w:val="00703E6A"/>
    <w:rsid w:val="00704C69"/>
    <w:rsid w:val="00706C24"/>
    <w:rsid w:val="00706DDB"/>
    <w:rsid w:val="007073BC"/>
    <w:rsid w:val="007115AB"/>
    <w:rsid w:val="00713BD0"/>
    <w:rsid w:val="007147F1"/>
    <w:rsid w:val="00716CDD"/>
    <w:rsid w:val="00720B5A"/>
    <w:rsid w:val="00727C0A"/>
    <w:rsid w:val="0073690E"/>
    <w:rsid w:val="00736E3F"/>
    <w:rsid w:val="00737750"/>
    <w:rsid w:val="00743228"/>
    <w:rsid w:val="007435DF"/>
    <w:rsid w:val="00745811"/>
    <w:rsid w:val="00750AC7"/>
    <w:rsid w:val="00750EE6"/>
    <w:rsid w:val="00751019"/>
    <w:rsid w:val="0075448F"/>
    <w:rsid w:val="00754FA5"/>
    <w:rsid w:val="0075510D"/>
    <w:rsid w:val="007568C6"/>
    <w:rsid w:val="00757C9F"/>
    <w:rsid w:val="0076165E"/>
    <w:rsid w:val="00762810"/>
    <w:rsid w:val="007631B3"/>
    <w:rsid w:val="00767A87"/>
    <w:rsid w:val="00770DD4"/>
    <w:rsid w:val="00771140"/>
    <w:rsid w:val="00771811"/>
    <w:rsid w:val="00771896"/>
    <w:rsid w:val="00776401"/>
    <w:rsid w:val="00776AF7"/>
    <w:rsid w:val="0078039E"/>
    <w:rsid w:val="00782100"/>
    <w:rsid w:val="007825AE"/>
    <w:rsid w:val="00782A70"/>
    <w:rsid w:val="0078326F"/>
    <w:rsid w:val="00785526"/>
    <w:rsid w:val="0078554E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48E0"/>
    <w:rsid w:val="007A4963"/>
    <w:rsid w:val="007A6E06"/>
    <w:rsid w:val="007A7EF0"/>
    <w:rsid w:val="007B1766"/>
    <w:rsid w:val="007B2BE0"/>
    <w:rsid w:val="007B3953"/>
    <w:rsid w:val="007B4C8C"/>
    <w:rsid w:val="007B515F"/>
    <w:rsid w:val="007B563B"/>
    <w:rsid w:val="007B598C"/>
    <w:rsid w:val="007B5D46"/>
    <w:rsid w:val="007C085C"/>
    <w:rsid w:val="007C1D6A"/>
    <w:rsid w:val="007C344D"/>
    <w:rsid w:val="007C3994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A5A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1AF4"/>
    <w:rsid w:val="007F37D1"/>
    <w:rsid w:val="007F404D"/>
    <w:rsid w:val="007F4E94"/>
    <w:rsid w:val="007F699E"/>
    <w:rsid w:val="007F76FD"/>
    <w:rsid w:val="007F7A07"/>
    <w:rsid w:val="007F7B4C"/>
    <w:rsid w:val="0080062E"/>
    <w:rsid w:val="008017EA"/>
    <w:rsid w:val="0080230F"/>
    <w:rsid w:val="008028E6"/>
    <w:rsid w:val="00804C32"/>
    <w:rsid w:val="0080717B"/>
    <w:rsid w:val="00807E1E"/>
    <w:rsid w:val="00810A4C"/>
    <w:rsid w:val="00811666"/>
    <w:rsid w:val="0081216C"/>
    <w:rsid w:val="0081310B"/>
    <w:rsid w:val="008141E0"/>
    <w:rsid w:val="008150AA"/>
    <w:rsid w:val="008152B3"/>
    <w:rsid w:val="008159B1"/>
    <w:rsid w:val="008164A4"/>
    <w:rsid w:val="00816B70"/>
    <w:rsid w:val="00821F29"/>
    <w:rsid w:val="008225D8"/>
    <w:rsid w:val="00823B5E"/>
    <w:rsid w:val="008251F7"/>
    <w:rsid w:val="008255E4"/>
    <w:rsid w:val="00825AFF"/>
    <w:rsid w:val="00825C79"/>
    <w:rsid w:val="0082660F"/>
    <w:rsid w:val="00826A47"/>
    <w:rsid w:val="00830101"/>
    <w:rsid w:val="00832298"/>
    <w:rsid w:val="008335C3"/>
    <w:rsid w:val="00833C2A"/>
    <w:rsid w:val="008346D3"/>
    <w:rsid w:val="00835CAC"/>
    <w:rsid w:val="0083754B"/>
    <w:rsid w:val="00840009"/>
    <w:rsid w:val="00840C1F"/>
    <w:rsid w:val="0084225D"/>
    <w:rsid w:val="00844766"/>
    <w:rsid w:val="00850B84"/>
    <w:rsid w:val="0085280A"/>
    <w:rsid w:val="0085303F"/>
    <w:rsid w:val="00853EAA"/>
    <w:rsid w:val="008542B2"/>
    <w:rsid w:val="00854D8D"/>
    <w:rsid w:val="00854E60"/>
    <w:rsid w:val="00854F2F"/>
    <w:rsid w:val="008561C4"/>
    <w:rsid w:val="00856398"/>
    <w:rsid w:val="00856973"/>
    <w:rsid w:val="00860EA3"/>
    <w:rsid w:val="00863681"/>
    <w:rsid w:val="00864905"/>
    <w:rsid w:val="008656C1"/>
    <w:rsid w:val="008677AD"/>
    <w:rsid w:val="00870AFE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77D2D"/>
    <w:rsid w:val="00880966"/>
    <w:rsid w:val="008811EE"/>
    <w:rsid w:val="0088209A"/>
    <w:rsid w:val="008820F7"/>
    <w:rsid w:val="00882580"/>
    <w:rsid w:val="00884A21"/>
    <w:rsid w:val="00885ADC"/>
    <w:rsid w:val="00886BA0"/>
    <w:rsid w:val="0089036A"/>
    <w:rsid w:val="00891596"/>
    <w:rsid w:val="00892066"/>
    <w:rsid w:val="0089349C"/>
    <w:rsid w:val="008940C9"/>
    <w:rsid w:val="008949F3"/>
    <w:rsid w:val="00895608"/>
    <w:rsid w:val="00896AF3"/>
    <w:rsid w:val="008A0555"/>
    <w:rsid w:val="008A0A30"/>
    <w:rsid w:val="008A1028"/>
    <w:rsid w:val="008A19CC"/>
    <w:rsid w:val="008A1E61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1163"/>
    <w:rsid w:val="008C2BCA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483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5B66"/>
    <w:rsid w:val="008F69B9"/>
    <w:rsid w:val="00900837"/>
    <w:rsid w:val="009011CF"/>
    <w:rsid w:val="009036EF"/>
    <w:rsid w:val="0090484E"/>
    <w:rsid w:val="00904D18"/>
    <w:rsid w:val="00913929"/>
    <w:rsid w:val="009161AF"/>
    <w:rsid w:val="00920071"/>
    <w:rsid w:val="009200BF"/>
    <w:rsid w:val="0092141D"/>
    <w:rsid w:val="00921BD0"/>
    <w:rsid w:val="00923E3B"/>
    <w:rsid w:val="009251C9"/>
    <w:rsid w:val="00925CD6"/>
    <w:rsid w:val="009261EA"/>
    <w:rsid w:val="00926BA7"/>
    <w:rsid w:val="00930582"/>
    <w:rsid w:val="00931A93"/>
    <w:rsid w:val="009347AB"/>
    <w:rsid w:val="00934B9C"/>
    <w:rsid w:val="009361A5"/>
    <w:rsid w:val="009420AB"/>
    <w:rsid w:val="0094251E"/>
    <w:rsid w:val="00942DEF"/>
    <w:rsid w:val="00944E13"/>
    <w:rsid w:val="0095076B"/>
    <w:rsid w:val="00951709"/>
    <w:rsid w:val="00955383"/>
    <w:rsid w:val="00956978"/>
    <w:rsid w:val="009573D5"/>
    <w:rsid w:val="0096164E"/>
    <w:rsid w:val="00962D6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778EA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4FF"/>
    <w:rsid w:val="009915E0"/>
    <w:rsid w:val="009921C5"/>
    <w:rsid w:val="00995C86"/>
    <w:rsid w:val="0099622F"/>
    <w:rsid w:val="009967B7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A78B0"/>
    <w:rsid w:val="009B00FD"/>
    <w:rsid w:val="009B0520"/>
    <w:rsid w:val="009B0855"/>
    <w:rsid w:val="009B0A5C"/>
    <w:rsid w:val="009B0A70"/>
    <w:rsid w:val="009B0FC3"/>
    <w:rsid w:val="009B21BF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4222"/>
    <w:rsid w:val="009D56A8"/>
    <w:rsid w:val="009E01B7"/>
    <w:rsid w:val="009E06A7"/>
    <w:rsid w:val="009E0FFE"/>
    <w:rsid w:val="009E240E"/>
    <w:rsid w:val="009E25CC"/>
    <w:rsid w:val="009E33AA"/>
    <w:rsid w:val="009E5D43"/>
    <w:rsid w:val="009E6AE1"/>
    <w:rsid w:val="009E7C1C"/>
    <w:rsid w:val="009F147E"/>
    <w:rsid w:val="009F1F9B"/>
    <w:rsid w:val="009F4A6E"/>
    <w:rsid w:val="009F4AE7"/>
    <w:rsid w:val="009F6F32"/>
    <w:rsid w:val="009F71F5"/>
    <w:rsid w:val="009F77E5"/>
    <w:rsid w:val="00A05D2E"/>
    <w:rsid w:val="00A0617B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9E8"/>
    <w:rsid w:val="00A23C7D"/>
    <w:rsid w:val="00A26274"/>
    <w:rsid w:val="00A26DEE"/>
    <w:rsid w:val="00A30388"/>
    <w:rsid w:val="00A32B8E"/>
    <w:rsid w:val="00A33BFC"/>
    <w:rsid w:val="00A349BC"/>
    <w:rsid w:val="00A37B79"/>
    <w:rsid w:val="00A40BFB"/>
    <w:rsid w:val="00A40DA6"/>
    <w:rsid w:val="00A414BB"/>
    <w:rsid w:val="00A420DA"/>
    <w:rsid w:val="00A45392"/>
    <w:rsid w:val="00A4583A"/>
    <w:rsid w:val="00A47EE5"/>
    <w:rsid w:val="00A5051F"/>
    <w:rsid w:val="00A5340A"/>
    <w:rsid w:val="00A535EE"/>
    <w:rsid w:val="00A55936"/>
    <w:rsid w:val="00A55B79"/>
    <w:rsid w:val="00A56543"/>
    <w:rsid w:val="00A5766A"/>
    <w:rsid w:val="00A57F62"/>
    <w:rsid w:val="00A61521"/>
    <w:rsid w:val="00A6171D"/>
    <w:rsid w:val="00A61CA2"/>
    <w:rsid w:val="00A62756"/>
    <w:rsid w:val="00A63F0B"/>
    <w:rsid w:val="00A718AA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3C06"/>
    <w:rsid w:val="00A94729"/>
    <w:rsid w:val="00A94A3F"/>
    <w:rsid w:val="00A95690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821"/>
    <w:rsid w:val="00AB2F34"/>
    <w:rsid w:val="00AB39CF"/>
    <w:rsid w:val="00AB6F68"/>
    <w:rsid w:val="00AC093C"/>
    <w:rsid w:val="00AC1EA6"/>
    <w:rsid w:val="00AC567E"/>
    <w:rsid w:val="00AC5BE3"/>
    <w:rsid w:val="00AC7168"/>
    <w:rsid w:val="00AC751B"/>
    <w:rsid w:val="00AC7FCE"/>
    <w:rsid w:val="00AD105A"/>
    <w:rsid w:val="00AD30A7"/>
    <w:rsid w:val="00AD41D3"/>
    <w:rsid w:val="00AD4C36"/>
    <w:rsid w:val="00AD5378"/>
    <w:rsid w:val="00AD7860"/>
    <w:rsid w:val="00AE0256"/>
    <w:rsid w:val="00AE0289"/>
    <w:rsid w:val="00AE34C4"/>
    <w:rsid w:val="00AE4D45"/>
    <w:rsid w:val="00AE5D8C"/>
    <w:rsid w:val="00AF0140"/>
    <w:rsid w:val="00AF1170"/>
    <w:rsid w:val="00AF13D7"/>
    <w:rsid w:val="00AF14AD"/>
    <w:rsid w:val="00AF1ECC"/>
    <w:rsid w:val="00AF3267"/>
    <w:rsid w:val="00AF6330"/>
    <w:rsid w:val="00B022CF"/>
    <w:rsid w:val="00B02808"/>
    <w:rsid w:val="00B02B1B"/>
    <w:rsid w:val="00B0320A"/>
    <w:rsid w:val="00B054F4"/>
    <w:rsid w:val="00B0677C"/>
    <w:rsid w:val="00B07EA2"/>
    <w:rsid w:val="00B10BC3"/>
    <w:rsid w:val="00B10C52"/>
    <w:rsid w:val="00B12D18"/>
    <w:rsid w:val="00B131B8"/>
    <w:rsid w:val="00B14BC2"/>
    <w:rsid w:val="00B151FE"/>
    <w:rsid w:val="00B1546E"/>
    <w:rsid w:val="00B20B99"/>
    <w:rsid w:val="00B21BE6"/>
    <w:rsid w:val="00B22017"/>
    <w:rsid w:val="00B220E0"/>
    <w:rsid w:val="00B22EDC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044F"/>
    <w:rsid w:val="00B51029"/>
    <w:rsid w:val="00B517C7"/>
    <w:rsid w:val="00B52A92"/>
    <w:rsid w:val="00B52B0A"/>
    <w:rsid w:val="00B52D4D"/>
    <w:rsid w:val="00B539A5"/>
    <w:rsid w:val="00B56C04"/>
    <w:rsid w:val="00B60397"/>
    <w:rsid w:val="00B61385"/>
    <w:rsid w:val="00B63BC9"/>
    <w:rsid w:val="00B645FF"/>
    <w:rsid w:val="00B64AF0"/>
    <w:rsid w:val="00B65704"/>
    <w:rsid w:val="00B65DF3"/>
    <w:rsid w:val="00B65E50"/>
    <w:rsid w:val="00B66F38"/>
    <w:rsid w:val="00B67210"/>
    <w:rsid w:val="00B700C2"/>
    <w:rsid w:val="00B72358"/>
    <w:rsid w:val="00B73DC8"/>
    <w:rsid w:val="00B75010"/>
    <w:rsid w:val="00B8146D"/>
    <w:rsid w:val="00B814B2"/>
    <w:rsid w:val="00B818CF"/>
    <w:rsid w:val="00B822E4"/>
    <w:rsid w:val="00B82FE9"/>
    <w:rsid w:val="00B83287"/>
    <w:rsid w:val="00B839B0"/>
    <w:rsid w:val="00B83F6D"/>
    <w:rsid w:val="00B84585"/>
    <w:rsid w:val="00B85EA0"/>
    <w:rsid w:val="00B86B17"/>
    <w:rsid w:val="00B86DA5"/>
    <w:rsid w:val="00B877DC"/>
    <w:rsid w:val="00B87933"/>
    <w:rsid w:val="00B943CB"/>
    <w:rsid w:val="00B94939"/>
    <w:rsid w:val="00B96887"/>
    <w:rsid w:val="00B9796A"/>
    <w:rsid w:val="00BA06AD"/>
    <w:rsid w:val="00BA18F0"/>
    <w:rsid w:val="00BA22CC"/>
    <w:rsid w:val="00BB0527"/>
    <w:rsid w:val="00BB109D"/>
    <w:rsid w:val="00BB24E5"/>
    <w:rsid w:val="00BB43E2"/>
    <w:rsid w:val="00BB4495"/>
    <w:rsid w:val="00BB5FED"/>
    <w:rsid w:val="00BB6072"/>
    <w:rsid w:val="00BB74A0"/>
    <w:rsid w:val="00BC0633"/>
    <w:rsid w:val="00BC3514"/>
    <w:rsid w:val="00BC39EC"/>
    <w:rsid w:val="00BC5977"/>
    <w:rsid w:val="00BC5E71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4C3"/>
    <w:rsid w:val="00BE1ADF"/>
    <w:rsid w:val="00BE1BD4"/>
    <w:rsid w:val="00BE4447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BF795A"/>
    <w:rsid w:val="00C02136"/>
    <w:rsid w:val="00C02321"/>
    <w:rsid w:val="00C02FEB"/>
    <w:rsid w:val="00C03C9F"/>
    <w:rsid w:val="00C05A00"/>
    <w:rsid w:val="00C060C6"/>
    <w:rsid w:val="00C06C39"/>
    <w:rsid w:val="00C07A00"/>
    <w:rsid w:val="00C107AA"/>
    <w:rsid w:val="00C111BD"/>
    <w:rsid w:val="00C11669"/>
    <w:rsid w:val="00C11B65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08F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5FB"/>
    <w:rsid w:val="00C44A96"/>
    <w:rsid w:val="00C45D5F"/>
    <w:rsid w:val="00C46A44"/>
    <w:rsid w:val="00C51E52"/>
    <w:rsid w:val="00C539B0"/>
    <w:rsid w:val="00C55063"/>
    <w:rsid w:val="00C566AE"/>
    <w:rsid w:val="00C56A62"/>
    <w:rsid w:val="00C57487"/>
    <w:rsid w:val="00C628BF"/>
    <w:rsid w:val="00C63260"/>
    <w:rsid w:val="00C6557E"/>
    <w:rsid w:val="00C6566C"/>
    <w:rsid w:val="00C66008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11C7"/>
    <w:rsid w:val="00C92EEC"/>
    <w:rsid w:val="00C93E10"/>
    <w:rsid w:val="00C95906"/>
    <w:rsid w:val="00C9767A"/>
    <w:rsid w:val="00CA0941"/>
    <w:rsid w:val="00CA1241"/>
    <w:rsid w:val="00CA1BA4"/>
    <w:rsid w:val="00CA2170"/>
    <w:rsid w:val="00CA28AF"/>
    <w:rsid w:val="00CA2F05"/>
    <w:rsid w:val="00CA39FC"/>
    <w:rsid w:val="00CA43FF"/>
    <w:rsid w:val="00CA525D"/>
    <w:rsid w:val="00CA52D7"/>
    <w:rsid w:val="00CA547E"/>
    <w:rsid w:val="00CA7378"/>
    <w:rsid w:val="00CA7B91"/>
    <w:rsid w:val="00CB11D7"/>
    <w:rsid w:val="00CB1AA7"/>
    <w:rsid w:val="00CB2CD6"/>
    <w:rsid w:val="00CB6168"/>
    <w:rsid w:val="00CC07C1"/>
    <w:rsid w:val="00CC0ED0"/>
    <w:rsid w:val="00CC1008"/>
    <w:rsid w:val="00CC1595"/>
    <w:rsid w:val="00CC1D45"/>
    <w:rsid w:val="00CC2159"/>
    <w:rsid w:val="00CC6BD9"/>
    <w:rsid w:val="00CD02AB"/>
    <w:rsid w:val="00CD1ECA"/>
    <w:rsid w:val="00CD1FEB"/>
    <w:rsid w:val="00CD43F9"/>
    <w:rsid w:val="00CE0AE0"/>
    <w:rsid w:val="00CE1452"/>
    <w:rsid w:val="00CE176D"/>
    <w:rsid w:val="00CE3784"/>
    <w:rsid w:val="00CE3C24"/>
    <w:rsid w:val="00CE429F"/>
    <w:rsid w:val="00CE798B"/>
    <w:rsid w:val="00CE7A1A"/>
    <w:rsid w:val="00CF1569"/>
    <w:rsid w:val="00CF2104"/>
    <w:rsid w:val="00CF21AE"/>
    <w:rsid w:val="00CF3DAC"/>
    <w:rsid w:val="00CF47EF"/>
    <w:rsid w:val="00CF4A84"/>
    <w:rsid w:val="00CF73F3"/>
    <w:rsid w:val="00D00E86"/>
    <w:rsid w:val="00D018A3"/>
    <w:rsid w:val="00D045DB"/>
    <w:rsid w:val="00D077A1"/>
    <w:rsid w:val="00D115FF"/>
    <w:rsid w:val="00D12327"/>
    <w:rsid w:val="00D1281F"/>
    <w:rsid w:val="00D12DE0"/>
    <w:rsid w:val="00D13BF0"/>
    <w:rsid w:val="00D16958"/>
    <w:rsid w:val="00D21669"/>
    <w:rsid w:val="00D2211E"/>
    <w:rsid w:val="00D2219D"/>
    <w:rsid w:val="00D22568"/>
    <w:rsid w:val="00D22753"/>
    <w:rsid w:val="00D22909"/>
    <w:rsid w:val="00D23F14"/>
    <w:rsid w:val="00D23FD2"/>
    <w:rsid w:val="00D27A85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768"/>
    <w:rsid w:val="00D4499E"/>
    <w:rsid w:val="00D45802"/>
    <w:rsid w:val="00D45E92"/>
    <w:rsid w:val="00D46D67"/>
    <w:rsid w:val="00D4769E"/>
    <w:rsid w:val="00D52C12"/>
    <w:rsid w:val="00D53371"/>
    <w:rsid w:val="00D5762E"/>
    <w:rsid w:val="00D60314"/>
    <w:rsid w:val="00D60635"/>
    <w:rsid w:val="00D60935"/>
    <w:rsid w:val="00D6147C"/>
    <w:rsid w:val="00D615BC"/>
    <w:rsid w:val="00D63FCE"/>
    <w:rsid w:val="00D64C3D"/>
    <w:rsid w:val="00D67432"/>
    <w:rsid w:val="00D67992"/>
    <w:rsid w:val="00D70586"/>
    <w:rsid w:val="00D72C28"/>
    <w:rsid w:val="00D73A35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901EF"/>
    <w:rsid w:val="00D91275"/>
    <w:rsid w:val="00D91AF2"/>
    <w:rsid w:val="00D91C94"/>
    <w:rsid w:val="00D91FAA"/>
    <w:rsid w:val="00D92393"/>
    <w:rsid w:val="00D928EE"/>
    <w:rsid w:val="00D9404E"/>
    <w:rsid w:val="00D940C8"/>
    <w:rsid w:val="00D94B3B"/>
    <w:rsid w:val="00D954A7"/>
    <w:rsid w:val="00D957E8"/>
    <w:rsid w:val="00D96136"/>
    <w:rsid w:val="00D961E0"/>
    <w:rsid w:val="00D96A1D"/>
    <w:rsid w:val="00D96C1A"/>
    <w:rsid w:val="00D97267"/>
    <w:rsid w:val="00D9727C"/>
    <w:rsid w:val="00D9770D"/>
    <w:rsid w:val="00DA0883"/>
    <w:rsid w:val="00DA128C"/>
    <w:rsid w:val="00DA1533"/>
    <w:rsid w:val="00DA3741"/>
    <w:rsid w:val="00DA3D4F"/>
    <w:rsid w:val="00DA4179"/>
    <w:rsid w:val="00DA487B"/>
    <w:rsid w:val="00DA4994"/>
    <w:rsid w:val="00DA5B75"/>
    <w:rsid w:val="00DA7B5C"/>
    <w:rsid w:val="00DB0257"/>
    <w:rsid w:val="00DB0B90"/>
    <w:rsid w:val="00DB0D77"/>
    <w:rsid w:val="00DB0EF7"/>
    <w:rsid w:val="00DB2743"/>
    <w:rsid w:val="00DB282B"/>
    <w:rsid w:val="00DB3D1C"/>
    <w:rsid w:val="00DB7CE5"/>
    <w:rsid w:val="00DC0244"/>
    <w:rsid w:val="00DC0325"/>
    <w:rsid w:val="00DC16C3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29B2"/>
    <w:rsid w:val="00DE310B"/>
    <w:rsid w:val="00DE5BAF"/>
    <w:rsid w:val="00DE6F49"/>
    <w:rsid w:val="00DE7567"/>
    <w:rsid w:val="00DE78BA"/>
    <w:rsid w:val="00DF16A5"/>
    <w:rsid w:val="00DF2150"/>
    <w:rsid w:val="00DF362B"/>
    <w:rsid w:val="00DF54CB"/>
    <w:rsid w:val="00DF63A2"/>
    <w:rsid w:val="00DF6474"/>
    <w:rsid w:val="00DF6624"/>
    <w:rsid w:val="00E01368"/>
    <w:rsid w:val="00E01EB7"/>
    <w:rsid w:val="00E05965"/>
    <w:rsid w:val="00E05D62"/>
    <w:rsid w:val="00E0699F"/>
    <w:rsid w:val="00E06BF8"/>
    <w:rsid w:val="00E07BD8"/>
    <w:rsid w:val="00E1384C"/>
    <w:rsid w:val="00E146C2"/>
    <w:rsid w:val="00E15B4D"/>
    <w:rsid w:val="00E169B3"/>
    <w:rsid w:val="00E179F1"/>
    <w:rsid w:val="00E2020D"/>
    <w:rsid w:val="00E2070C"/>
    <w:rsid w:val="00E220EE"/>
    <w:rsid w:val="00E22725"/>
    <w:rsid w:val="00E2434F"/>
    <w:rsid w:val="00E244F1"/>
    <w:rsid w:val="00E26384"/>
    <w:rsid w:val="00E26441"/>
    <w:rsid w:val="00E2656E"/>
    <w:rsid w:val="00E27D54"/>
    <w:rsid w:val="00E27EBF"/>
    <w:rsid w:val="00E31742"/>
    <w:rsid w:val="00E3223B"/>
    <w:rsid w:val="00E3224C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FC7"/>
    <w:rsid w:val="00E5616C"/>
    <w:rsid w:val="00E5671C"/>
    <w:rsid w:val="00E575BD"/>
    <w:rsid w:val="00E60D92"/>
    <w:rsid w:val="00E61A10"/>
    <w:rsid w:val="00E63056"/>
    <w:rsid w:val="00E655B2"/>
    <w:rsid w:val="00E65E58"/>
    <w:rsid w:val="00E662D5"/>
    <w:rsid w:val="00E669FA"/>
    <w:rsid w:val="00E7026B"/>
    <w:rsid w:val="00E705CA"/>
    <w:rsid w:val="00E70DEE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19D6"/>
    <w:rsid w:val="00E821DF"/>
    <w:rsid w:val="00E8253D"/>
    <w:rsid w:val="00E8513F"/>
    <w:rsid w:val="00E85BEB"/>
    <w:rsid w:val="00E86904"/>
    <w:rsid w:val="00E869A6"/>
    <w:rsid w:val="00E87460"/>
    <w:rsid w:val="00E90072"/>
    <w:rsid w:val="00E91D1F"/>
    <w:rsid w:val="00E946D6"/>
    <w:rsid w:val="00E947C5"/>
    <w:rsid w:val="00E96327"/>
    <w:rsid w:val="00E9699A"/>
    <w:rsid w:val="00E97A22"/>
    <w:rsid w:val="00EA0A74"/>
    <w:rsid w:val="00EA1B39"/>
    <w:rsid w:val="00EA2096"/>
    <w:rsid w:val="00EA26C8"/>
    <w:rsid w:val="00EA3C1A"/>
    <w:rsid w:val="00EA3D75"/>
    <w:rsid w:val="00EA41F7"/>
    <w:rsid w:val="00EA4594"/>
    <w:rsid w:val="00EA5A43"/>
    <w:rsid w:val="00EA66BA"/>
    <w:rsid w:val="00EA7B76"/>
    <w:rsid w:val="00EA7D84"/>
    <w:rsid w:val="00EB03C7"/>
    <w:rsid w:val="00EB279B"/>
    <w:rsid w:val="00EB308A"/>
    <w:rsid w:val="00EB4303"/>
    <w:rsid w:val="00EB4419"/>
    <w:rsid w:val="00EB708E"/>
    <w:rsid w:val="00EC35D4"/>
    <w:rsid w:val="00EC367A"/>
    <w:rsid w:val="00EC3D73"/>
    <w:rsid w:val="00EC45A1"/>
    <w:rsid w:val="00EC5E14"/>
    <w:rsid w:val="00EC7935"/>
    <w:rsid w:val="00ED1EAD"/>
    <w:rsid w:val="00ED339B"/>
    <w:rsid w:val="00ED3FCD"/>
    <w:rsid w:val="00ED4D73"/>
    <w:rsid w:val="00ED6B61"/>
    <w:rsid w:val="00ED7806"/>
    <w:rsid w:val="00ED7863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EF77B7"/>
    <w:rsid w:val="00F00297"/>
    <w:rsid w:val="00F0047C"/>
    <w:rsid w:val="00F01859"/>
    <w:rsid w:val="00F02713"/>
    <w:rsid w:val="00F0339F"/>
    <w:rsid w:val="00F03DD9"/>
    <w:rsid w:val="00F05147"/>
    <w:rsid w:val="00F05445"/>
    <w:rsid w:val="00F059AC"/>
    <w:rsid w:val="00F061C5"/>
    <w:rsid w:val="00F07758"/>
    <w:rsid w:val="00F1077D"/>
    <w:rsid w:val="00F11499"/>
    <w:rsid w:val="00F11599"/>
    <w:rsid w:val="00F11725"/>
    <w:rsid w:val="00F1408B"/>
    <w:rsid w:val="00F16259"/>
    <w:rsid w:val="00F1746F"/>
    <w:rsid w:val="00F17A5D"/>
    <w:rsid w:val="00F2074D"/>
    <w:rsid w:val="00F21046"/>
    <w:rsid w:val="00F2213F"/>
    <w:rsid w:val="00F249A1"/>
    <w:rsid w:val="00F250B3"/>
    <w:rsid w:val="00F2583B"/>
    <w:rsid w:val="00F26BDA"/>
    <w:rsid w:val="00F26C91"/>
    <w:rsid w:val="00F30004"/>
    <w:rsid w:val="00F3267A"/>
    <w:rsid w:val="00F33481"/>
    <w:rsid w:val="00F34939"/>
    <w:rsid w:val="00F35647"/>
    <w:rsid w:val="00F36446"/>
    <w:rsid w:val="00F365AD"/>
    <w:rsid w:val="00F37D1A"/>
    <w:rsid w:val="00F40905"/>
    <w:rsid w:val="00F40F9A"/>
    <w:rsid w:val="00F41A59"/>
    <w:rsid w:val="00F43CA0"/>
    <w:rsid w:val="00F43F86"/>
    <w:rsid w:val="00F4410D"/>
    <w:rsid w:val="00F45BA7"/>
    <w:rsid w:val="00F45BEB"/>
    <w:rsid w:val="00F502CA"/>
    <w:rsid w:val="00F51320"/>
    <w:rsid w:val="00F514B1"/>
    <w:rsid w:val="00F56900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0D7C"/>
    <w:rsid w:val="00F9320D"/>
    <w:rsid w:val="00F93E94"/>
    <w:rsid w:val="00F95C5C"/>
    <w:rsid w:val="00F96FC9"/>
    <w:rsid w:val="00F97282"/>
    <w:rsid w:val="00FA04FC"/>
    <w:rsid w:val="00FA0DFF"/>
    <w:rsid w:val="00FA2DC0"/>
    <w:rsid w:val="00FA6A00"/>
    <w:rsid w:val="00FA7070"/>
    <w:rsid w:val="00FA7614"/>
    <w:rsid w:val="00FA7DAC"/>
    <w:rsid w:val="00FB1744"/>
    <w:rsid w:val="00FB49AE"/>
    <w:rsid w:val="00FB4BAA"/>
    <w:rsid w:val="00FC02D3"/>
    <w:rsid w:val="00FC0457"/>
    <w:rsid w:val="00FC2613"/>
    <w:rsid w:val="00FC337F"/>
    <w:rsid w:val="00FC587C"/>
    <w:rsid w:val="00FD1B18"/>
    <w:rsid w:val="00FD43F9"/>
    <w:rsid w:val="00FD4AEE"/>
    <w:rsid w:val="00FD637B"/>
    <w:rsid w:val="00FD66D9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56C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1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7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customStyle="1" w:styleId="affb">
    <w:name w:val="Знак Знак Знак Знак"/>
    <w:basedOn w:val="a"/>
    <w:uiPriority w:val="99"/>
    <w:rsid w:val="0040779B"/>
    <w:pPr>
      <w:tabs>
        <w:tab w:val="num" w:pos="360"/>
      </w:tabs>
      <w:spacing w:after="160" w:line="240" w:lineRule="exact"/>
    </w:pPr>
    <w:rPr>
      <w:rFonts w:cs="Verdana"/>
      <w:lang w:val="en-US" w:eastAsia="en-US"/>
    </w:rPr>
  </w:style>
  <w:style w:type="paragraph" w:styleId="affc">
    <w:name w:val="List Paragraph"/>
    <w:basedOn w:val="a"/>
    <w:uiPriority w:val="34"/>
    <w:qFormat/>
    <w:rsid w:val="00930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1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D3BC-5C8C-443A-B62D-3A4B6B33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6</TotalTime>
  <Pages>4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PCS\k.sanfirova (WST-LEN-040)</cp:lastModifiedBy>
  <cp:revision>2</cp:revision>
  <cp:lastPrinted>2017-11-17T13:39:00Z</cp:lastPrinted>
  <dcterms:created xsi:type="dcterms:W3CDTF">2017-11-17T13:45:00Z</dcterms:created>
  <dcterms:modified xsi:type="dcterms:W3CDTF">2017-11-17T13:45:00Z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